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B422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CB3FBC6" w14:textId="77777777" w:rsidTr="00146EEC">
        <w:tc>
          <w:tcPr>
            <w:tcW w:w="2689" w:type="dxa"/>
          </w:tcPr>
          <w:p w14:paraId="74349220" w14:textId="77777777" w:rsidR="00F1480E" w:rsidRPr="000754EC" w:rsidRDefault="00830267" w:rsidP="000754EC">
            <w:pPr>
              <w:pStyle w:val="SIText-Bold"/>
            </w:pPr>
            <w:r w:rsidRPr="00A326C2">
              <w:t>Release</w:t>
            </w:r>
          </w:p>
        </w:tc>
        <w:tc>
          <w:tcPr>
            <w:tcW w:w="6939" w:type="dxa"/>
          </w:tcPr>
          <w:p w14:paraId="1FD6C0ED" w14:textId="77777777" w:rsidR="00F1480E" w:rsidRPr="000754EC" w:rsidRDefault="00830267" w:rsidP="000754EC">
            <w:pPr>
              <w:pStyle w:val="SIText-Bold"/>
            </w:pPr>
            <w:r w:rsidRPr="00A326C2">
              <w:t>Comments</w:t>
            </w:r>
          </w:p>
        </w:tc>
      </w:tr>
      <w:tr w:rsidR="008578AB" w14:paraId="15A8B045" w14:textId="77777777" w:rsidTr="006F3E3C">
        <w:tc>
          <w:tcPr>
            <w:tcW w:w="2689" w:type="dxa"/>
          </w:tcPr>
          <w:p w14:paraId="557DCBBF" w14:textId="77777777" w:rsidR="008578AB" w:rsidRPr="00CC451E" w:rsidRDefault="008578AB" w:rsidP="006F3E3C">
            <w:pPr>
              <w:pStyle w:val="SIText"/>
            </w:pPr>
            <w:r>
              <w:t>Release 2</w:t>
            </w:r>
          </w:p>
        </w:tc>
        <w:tc>
          <w:tcPr>
            <w:tcW w:w="6939" w:type="dxa"/>
          </w:tcPr>
          <w:p w14:paraId="55FE3E4B" w14:textId="77777777" w:rsidR="008578AB" w:rsidRPr="007C778A" w:rsidRDefault="008578AB" w:rsidP="006F3E3C">
            <w:pPr>
              <w:pStyle w:val="SIText"/>
            </w:pPr>
            <w:r w:rsidRPr="007C778A">
              <w:t>This version released with AHC Agriculture, Horticulture, Conservation and Land Manag</w:t>
            </w:r>
            <w:r>
              <w:t>ement Training Package Version 4</w:t>
            </w:r>
            <w:r w:rsidRPr="007C778A">
              <w:t>.0.</w:t>
            </w:r>
          </w:p>
        </w:tc>
      </w:tr>
      <w:tr w:rsidR="00E918B8" w14:paraId="59F674E6" w14:textId="77777777" w:rsidTr="00146EEC">
        <w:tc>
          <w:tcPr>
            <w:tcW w:w="2689" w:type="dxa"/>
          </w:tcPr>
          <w:p w14:paraId="6FCE8CD4" w14:textId="77777777" w:rsidR="00E918B8" w:rsidRPr="00E918B8" w:rsidRDefault="00E918B8" w:rsidP="00E918B8">
            <w:pPr>
              <w:pStyle w:val="SIText"/>
            </w:pPr>
            <w:r w:rsidRPr="00CC451E">
              <w:t>Release</w:t>
            </w:r>
            <w:r w:rsidRPr="00E918B8">
              <w:t xml:space="preserve"> 1</w:t>
            </w:r>
          </w:p>
        </w:tc>
        <w:tc>
          <w:tcPr>
            <w:tcW w:w="6939" w:type="dxa"/>
          </w:tcPr>
          <w:p w14:paraId="61FDA02B" w14:textId="77777777" w:rsidR="00E918B8" w:rsidRPr="00E918B8" w:rsidRDefault="00E918B8" w:rsidP="00E918B8">
            <w:pPr>
              <w:pStyle w:val="SIText"/>
            </w:pPr>
            <w:r w:rsidRPr="007C778A">
              <w:t>This version released with AHC Agriculture, Horticulture, Conservation and Land Management Training Package Version 1.0.</w:t>
            </w:r>
          </w:p>
        </w:tc>
      </w:tr>
    </w:tbl>
    <w:p w14:paraId="5EEF8F3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A88487" w14:textId="77777777" w:rsidTr="00CA2922">
        <w:trPr>
          <w:tblHeader/>
        </w:trPr>
        <w:tc>
          <w:tcPr>
            <w:tcW w:w="1396" w:type="pct"/>
            <w:shd w:val="clear" w:color="auto" w:fill="auto"/>
          </w:tcPr>
          <w:p w14:paraId="275728BF" w14:textId="77777777" w:rsidR="00F1480E" w:rsidRPr="000754EC" w:rsidRDefault="00CF795F" w:rsidP="00C15F70">
            <w:pPr>
              <w:pStyle w:val="SIUNITCODE"/>
            </w:pPr>
            <w:r>
              <w:t>AHC</w:t>
            </w:r>
            <w:r w:rsidR="00C15F70">
              <w:t>TRF</w:t>
            </w:r>
            <w:r w:rsidR="00035DD1">
              <w:t>305</w:t>
            </w:r>
          </w:p>
        </w:tc>
        <w:tc>
          <w:tcPr>
            <w:tcW w:w="3604" w:type="pct"/>
            <w:shd w:val="clear" w:color="auto" w:fill="auto"/>
          </w:tcPr>
          <w:p w14:paraId="55C2FE74" w14:textId="77777777" w:rsidR="00F1480E" w:rsidRPr="000754EC" w:rsidRDefault="00035DD1" w:rsidP="000754EC">
            <w:pPr>
              <w:pStyle w:val="SIUnittitle"/>
            </w:pPr>
            <w:r w:rsidRPr="00035DD1">
              <w:t>Renovate sports turf</w:t>
            </w:r>
          </w:p>
        </w:tc>
      </w:tr>
      <w:tr w:rsidR="00F1480E" w:rsidRPr="00963A46" w14:paraId="0B49D069" w14:textId="77777777" w:rsidTr="00CA2922">
        <w:tc>
          <w:tcPr>
            <w:tcW w:w="1396" w:type="pct"/>
            <w:shd w:val="clear" w:color="auto" w:fill="auto"/>
          </w:tcPr>
          <w:p w14:paraId="3FF10775" w14:textId="77777777" w:rsidR="00F1480E" w:rsidRPr="000754EC" w:rsidRDefault="00FD557D" w:rsidP="000754EC">
            <w:pPr>
              <w:pStyle w:val="SIHeading2"/>
            </w:pPr>
            <w:r w:rsidRPr="00FD557D">
              <w:t>Application</w:t>
            </w:r>
          </w:p>
          <w:p w14:paraId="1CB7FA3C" w14:textId="77777777" w:rsidR="00FD557D" w:rsidRPr="00923720" w:rsidRDefault="00FD557D" w:rsidP="000754EC">
            <w:pPr>
              <w:pStyle w:val="SIHeading2"/>
            </w:pPr>
          </w:p>
        </w:tc>
        <w:tc>
          <w:tcPr>
            <w:tcW w:w="3604" w:type="pct"/>
            <w:shd w:val="clear" w:color="auto" w:fill="auto"/>
          </w:tcPr>
          <w:p w14:paraId="59078465" w14:textId="77777777" w:rsidR="00035DD1" w:rsidRPr="00035DD1" w:rsidRDefault="00035DD1" w:rsidP="00035DD1">
            <w:pPr>
              <w:pStyle w:val="SIText"/>
            </w:pPr>
            <w:r w:rsidRPr="0094295F">
              <w:t xml:space="preserve">This unit of competency describes the skills and knowledge required to implement renovation or </w:t>
            </w:r>
            <w:r w:rsidRPr="00035DD1">
              <w:t>remediation of a sports turf area for minor projects and seasonal renovations in the turf industry.</w:t>
            </w:r>
          </w:p>
          <w:p w14:paraId="106F042A" w14:textId="77777777" w:rsidR="00035DD1" w:rsidRPr="0094295F" w:rsidRDefault="00035DD1" w:rsidP="00035DD1">
            <w:pPr>
              <w:pStyle w:val="SIText"/>
            </w:pPr>
          </w:p>
          <w:p w14:paraId="07085257" w14:textId="77777777" w:rsidR="006A79B5" w:rsidRPr="006A79B5" w:rsidDel="00AE6D0F" w:rsidRDefault="006A79B5" w:rsidP="00A64723">
            <w:pPr>
              <w:pStyle w:val="SIText"/>
            </w:pPr>
            <w:r w:rsidRPr="006A79B5">
              <w:t>The unit applies to individuals who work under broad direction and take responsibility for their own work. They use discretion and judgement in the selection, allocation and use of available resources and for solving problems.</w:t>
            </w:r>
          </w:p>
          <w:p w14:paraId="1E0C2F03" w14:textId="77777777" w:rsidR="00035DD1" w:rsidRPr="0094295F" w:rsidRDefault="00035DD1" w:rsidP="00035DD1">
            <w:pPr>
              <w:pStyle w:val="SIText"/>
            </w:pPr>
          </w:p>
          <w:p w14:paraId="54744361" w14:textId="77777777" w:rsidR="00373436" w:rsidRPr="000754EC" w:rsidRDefault="00035DD1" w:rsidP="00035DD1">
            <w:pPr>
              <w:pStyle w:val="SIText"/>
            </w:pPr>
            <w:r w:rsidRPr="0094295F">
              <w:t>No occupational licensing, legislative or certification requirements are known to apply to this unit at the time of publication.</w:t>
            </w:r>
          </w:p>
        </w:tc>
      </w:tr>
      <w:tr w:rsidR="00F1480E" w:rsidRPr="00963A46" w14:paraId="4D4EDA6A" w14:textId="77777777" w:rsidTr="00CA2922">
        <w:tc>
          <w:tcPr>
            <w:tcW w:w="1396" w:type="pct"/>
            <w:shd w:val="clear" w:color="auto" w:fill="auto"/>
          </w:tcPr>
          <w:p w14:paraId="29CCFC66" w14:textId="77777777" w:rsidR="00F1480E" w:rsidRPr="000754EC" w:rsidRDefault="00FD557D" w:rsidP="000754EC">
            <w:pPr>
              <w:pStyle w:val="SIHeading2"/>
            </w:pPr>
            <w:r w:rsidRPr="00923720">
              <w:t>Prerequisite Unit</w:t>
            </w:r>
          </w:p>
        </w:tc>
        <w:tc>
          <w:tcPr>
            <w:tcW w:w="3604" w:type="pct"/>
            <w:shd w:val="clear" w:color="auto" w:fill="auto"/>
          </w:tcPr>
          <w:p w14:paraId="37FBADFF" w14:textId="77777777" w:rsidR="00F1480E" w:rsidRPr="000754EC" w:rsidRDefault="00F1480E" w:rsidP="002F4BEC">
            <w:pPr>
              <w:pStyle w:val="SIText"/>
            </w:pPr>
            <w:r w:rsidRPr="008908DE">
              <w:t>Ni</w:t>
            </w:r>
            <w:r w:rsidR="007A300D" w:rsidRPr="000754EC">
              <w:t xml:space="preserve">l </w:t>
            </w:r>
          </w:p>
        </w:tc>
      </w:tr>
      <w:tr w:rsidR="00F1480E" w:rsidRPr="00963A46" w14:paraId="0FC2223B" w14:textId="77777777" w:rsidTr="00CA2922">
        <w:tc>
          <w:tcPr>
            <w:tcW w:w="1396" w:type="pct"/>
            <w:shd w:val="clear" w:color="auto" w:fill="auto"/>
          </w:tcPr>
          <w:p w14:paraId="651DF8FC" w14:textId="77777777" w:rsidR="00F1480E" w:rsidRPr="000754EC" w:rsidRDefault="00FD557D" w:rsidP="000754EC">
            <w:pPr>
              <w:pStyle w:val="SIHeading2"/>
            </w:pPr>
            <w:r w:rsidRPr="00923720">
              <w:t>Unit Sector</w:t>
            </w:r>
          </w:p>
        </w:tc>
        <w:tc>
          <w:tcPr>
            <w:tcW w:w="3604" w:type="pct"/>
            <w:shd w:val="clear" w:color="auto" w:fill="auto"/>
          </w:tcPr>
          <w:p w14:paraId="49E5CBA4" w14:textId="77777777" w:rsidR="00F1480E" w:rsidRPr="000754EC" w:rsidRDefault="00C15F70" w:rsidP="00CF795F">
            <w:pPr>
              <w:pStyle w:val="SIText"/>
            </w:pPr>
            <w:r w:rsidRPr="00C15F70">
              <w:t>Turf (TRF)</w:t>
            </w:r>
          </w:p>
        </w:tc>
      </w:tr>
    </w:tbl>
    <w:p w14:paraId="25A7E8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32734DE" w14:textId="77777777" w:rsidTr="00CA2922">
        <w:trPr>
          <w:cantSplit/>
          <w:tblHeader/>
        </w:trPr>
        <w:tc>
          <w:tcPr>
            <w:tcW w:w="1396" w:type="pct"/>
            <w:tcBorders>
              <w:bottom w:val="single" w:sz="4" w:space="0" w:color="C0C0C0"/>
            </w:tcBorders>
            <w:shd w:val="clear" w:color="auto" w:fill="auto"/>
          </w:tcPr>
          <w:p w14:paraId="35812AC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752161D" w14:textId="77777777" w:rsidR="00F1480E" w:rsidRPr="000754EC" w:rsidRDefault="00FD557D" w:rsidP="000754EC">
            <w:pPr>
              <w:pStyle w:val="SIHeading2"/>
            </w:pPr>
            <w:r w:rsidRPr="00923720">
              <w:t>Performance Criteria</w:t>
            </w:r>
          </w:p>
        </w:tc>
      </w:tr>
      <w:tr w:rsidR="00F1480E" w:rsidRPr="00963A46" w14:paraId="08BEF9B8" w14:textId="77777777" w:rsidTr="00CA2922">
        <w:trPr>
          <w:cantSplit/>
          <w:tblHeader/>
        </w:trPr>
        <w:tc>
          <w:tcPr>
            <w:tcW w:w="1396" w:type="pct"/>
            <w:tcBorders>
              <w:top w:val="single" w:sz="4" w:space="0" w:color="C0C0C0"/>
            </w:tcBorders>
            <w:shd w:val="clear" w:color="auto" w:fill="auto"/>
          </w:tcPr>
          <w:p w14:paraId="72241CC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E7139B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35DD1" w:rsidRPr="00963A46" w14:paraId="4418E323" w14:textId="77777777" w:rsidTr="00CA2922">
        <w:trPr>
          <w:cantSplit/>
        </w:trPr>
        <w:tc>
          <w:tcPr>
            <w:tcW w:w="1396" w:type="pct"/>
            <w:shd w:val="clear" w:color="auto" w:fill="auto"/>
          </w:tcPr>
          <w:p w14:paraId="217EC729" w14:textId="405D3EB7" w:rsidR="00035DD1" w:rsidRPr="00035DD1" w:rsidRDefault="00035DD1" w:rsidP="00035DD1">
            <w:pPr>
              <w:pStyle w:val="SIText"/>
            </w:pPr>
            <w:r>
              <w:t>1.</w:t>
            </w:r>
            <w:r w:rsidR="00F05099">
              <w:t xml:space="preserve"> </w:t>
            </w:r>
            <w:r w:rsidRPr="00035DD1">
              <w:t>Prepare to renovate turf</w:t>
            </w:r>
          </w:p>
        </w:tc>
        <w:tc>
          <w:tcPr>
            <w:tcW w:w="3604" w:type="pct"/>
            <w:shd w:val="clear" w:color="auto" w:fill="auto"/>
          </w:tcPr>
          <w:p w14:paraId="17AB3608" w14:textId="5812B8AF" w:rsidR="00035DD1" w:rsidRDefault="00035DD1" w:rsidP="00035DD1">
            <w:pPr>
              <w:pStyle w:val="SIText"/>
            </w:pPr>
            <w:r w:rsidRPr="0094295F">
              <w:t>1.1</w:t>
            </w:r>
            <w:r>
              <w:t xml:space="preserve"> </w:t>
            </w:r>
            <w:r w:rsidR="00A43A34">
              <w:t>Assess</w:t>
            </w:r>
            <w:r w:rsidR="00A43A34" w:rsidRPr="0094295F">
              <w:t xml:space="preserve"> </w:t>
            </w:r>
            <w:r w:rsidRPr="0094295F">
              <w:t xml:space="preserve">the turf </w:t>
            </w:r>
            <w:r w:rsidRPr="00035DD1">
              <w:t xml:space="preserve">renovation site and </w:t>
            </w:r>
            <w:r w:rsidR="00A43A34">
              <w:t xml:space="preserve">determine </w:t>
            </w:r>
            <w:r w:rsidRPr="00035DD1">
              <w:t>extent of works</w:t>
            </w:r>
            <w:r w:rsidR="00A43A34">
              <w:t xml:space="preserve"> according to renovation</w:t>
            </w:r>
            <w:r w:rsidR="00A43A34" w:rsidRPr="00A43A34">
              <w:t xml:space="preserve"> </w:t>
            </w:r>
            <w:r w:rsidR="007B0A2A">
              <w:t>program</w:t>
            </w:r>
          </w:p>
          <w:p w14:paraId="224DCD43" w14:textId="3E9AD78E" w:rsidR="007B0A2A" w:rsidRPr="00035DD1" w:rsidRDefault="007B0A2A" w:rsidP="00035DD1">
            <w:pPr>
              <w:pStyle w:val="SIText"/>
            </w:pPr>
            <w:r>
              <w:t>1.2 Collect soil samples and conduct or arrange tests to establish physical and chemical condition of the soil according to workplace procedures and industry standards</w:t>
            </w:r>
          </w:p>
          <w:p w14:paraId="750A7974" w14:textId="0AC7E904" w:rsidR="007B0A2A" w:rsidRDefault="007B0A2A" w:rsidP="007B0A2A">
            <w:pPr>
              <w:pStyle w:val="SIText"/>
            </w:pPr>
            <w:r w:rsidRPr="0094295F">
              <w:t>1.</w:t>
            </w:r>
            <w:r>
              <w:t>3 Identify, s</w:t>
            </w:r>
            <w:r w:rsidRPr="00A43A34">
              <w:t xml:space="preserve">elect </w:t>
            </w:r>
            <w:r>
              <w:t>and check hand tools, equipment and materials</w:t>
            </w:r>
            <w:r w:rsidRPr="00A43A34">
              <w:t xml:space="preserve"> </w:t>
            </w:r>
            <w:r>
              <w:t xml:space="preserve">required </w:t>
            </w:r>
            <w:r w:rsidRPr="00A43A34">
              <w:t xml:space="preserve">for renovation work according to </w:t>
            </w:r>
            <w:r w:rsidR="003455B9">
              <w:t>workplace procedures</w:t>
            </w:r>
          </w:p>
          <w:p w14:paraId="2EA4566B" w14:textId="46DF45B6" w:rsidR="007B0A2A" w:rsidRDefault="007B0A2A" w:rsidP="007B0A2A">
            <w:pPr>
              <w:pStyle w:val="SIText"/>
            </w:pPr>
            <w:r w:rsidRPr="0094295F">
              <w:t>1.</w:t>
            </w:r>
            <w:r>
              <w:t>4</w:t>
            </w:r>
            <w:r w:rsidRPr="007B0A2A">
              <w:t xml:space="preserve"> Identify work health, safety and environmental hazards, assess risks and implement controls according to workplace health and safety procedures</w:t>
            </w:r>
          </w:p>
          <w:p w14:paraId="50AE26F2" w14:textId="3242F66D" w:rsidR="00A43A34" w:rsidRPr="00035DD1" w:rsidRDefault="007B0A2A" w:rsidP="00CF59AB">
            <w:pPr>
              <w:pStyle w:val="SIText"/>
            </w:pPr>
            <w:r>
              <w:t>1.5</w:t>
            </w:r>
            <w:r w:rsidRPr="007B0A2A">
              <w:t xml:space="preserve"> Prepare a schedule of works in a sequential, timely and effective manner according to site assessment and soil condition</w:t>
            </w:r>
            <w:r w:rsidR="003455B9">
              <w:t>s</w:t>
            </w:r>
          </w:p>
        </w:tc>
      </w:tr>
      <w:tr w:rsidR="00035DD1" w:rsidRPr="00963A46" w14:paraId="35E6AED5" w14:textId="77777777" w:rsidTr="00CA2922">
        <w:trPr>
          <w:cantSplit/>
        </w:trPr>
        <w:tc>
          <w:tcPr>
            <w:tcW w:w="1396" w:type="pct"/>
            <w:shd w:val="clear" w:color="auto" w:fill="auto"/>
          </w:tcPr>
          <w:p w14:paraId="09CE8BA9" w14:textId="543BCDE4" w:rsidR="00035DD1" w:rsidRPr="00035DD1" w:rsidRDefault="00035DD1" w:rsidP="00035DD1">
            <w:pPr>
              <w:pStyle w:val="SIText"/>
            </w:pPr>
            <w:r>
              <w:t>2.</w:t>
            </w:r>
            <w:r w:rsidR="00F05099">
              <w:t xml:space="preserve"> </w:t>
            </w:r>
            <w:r w:rsidRPr="00035DD1">
              <w:t>Prepare renovation equipment</w:t>
            </w:r>
          </w:p>
        </w:tc>
        <w:tc>
          <w:tcPr>
            <w:tcW w:w="3604" w:type="pct"/>
            <w:shd w:val="clear" w:color="auto" w:fill="auto"/>
          </w:tcPr>
          <w:p w14:paraId="6B2BF862" w14:textId="15973383" w:rsidR="007B0A2A" w:rsidRDefault="007B0A2A" w:rsidP="00035DD1">
            <w:pPr>
              <w:pStyle w:val="SIText"/>
            </w:pPr>
            <w:r>
              <w:t>2.1</w:t>
            </w:r>
            <w:r w:rsidRPr="007B0A2A">
              <w:t xml:space="preserve"> Select, check, use and maintain safety and personal protective equipment </w:t>
            </w:r>
            <w:r w:rsidR="00E054D4">
              <w:t>during renovation activity</w:t>
            </w:r>
          </w:p>
          <w:p w14:paraId="53D092FB" w14:textId="4DF4815F" w:rsidR="00035DD1" w:rsidRPr="00035DD1" w:rsidRDefault="00035DD1" w:rsidP="00035DD1">
            <w:pPr>
              <w:pStyle w:val="SIText"/>
            </w:pPr>
            <w:r w:rsidRPr="0094295F">
              <w:t>2.</w:t>
            </w:r>
            <w:r w:rsidR="007B0A2A">
              <w:t>2</w:t>
            </w:r>
            <w:r>
              <w:t xml:space="preserve"> </w:t>
            </w:r>
            <w:r w:rsidRPr="0094295F">
              <w:t>Carry out pre-operational and safety checks on tools, equipment and machinery</w:t>
            </w:r>
            <w:r w:rsidR="00A43A34">
              <w:t xml:space="preserve"> and rectify, report or tag faults according to workplace procedures and manufacturer instructions</w:t>
            </w:r>
          </w:p>
          <w:p w14:paraId="259F20EC" w14:textId="3814082E" w:rsidR="00035DD1" w:rsidRDefault="00035DD1" w:rsidP="00CF59AB">
            <w:pPr>
              <w:pStyle w:val="SIText"/>
            </w:pPr>
            <w:r w:rsidRPr="0094295F">
              <w:t>2.</w:t>
            </w:r>
            <w:r w:rsidR="007B0A2A">
              <w:t>3</w:t>
            </w:r>
            <w:r>
              <w:t xml:space="preserve"> </w:t>
            </w:r>
            <w:r w:rsidRPr="0094295F">
              <w:t>Calibrate and adjust tools, equipment and machinery</w:t>
            </w:r>
            <w:r w:rsidR="00A43A34">
              <w:t xml:space="preserve"> for </w:t>
            </w:r>
            <w:r w:rsidR="003455B9">
              <w:t xml:space="preserve">turf renovation </w:t>
            </w:r>
            <w:r w:rsidR="00A43A34">
              <w:t xml:space="preserve">according to manufacturer instructions and renovation </w:t>
            </w:r>
            <w:r w:rsidR="003455B9">
              <w:t xml:space="preserve">program </w:t>
            </w:r>
          </w:p>
          <w:p w14:paraId="03A3970E" w14:textId="5691749F" w:rsidR="00E50C50" w:rsidRPr="00035DD1" w:rsidRDefault="00E50C50" w:rsidP="00CF59AB">
            <w:pPr>
              <w:pStyle w:val="SIText"/>
            </w:pPr>
            <w:r>
              <w:lastRenderedPageBreak/>
              <w:t xml:space="preserve">2.4 </w:t>
            </w:r>
            <w:r w:rsidRPr="00E50C50">
              <w:t>Select, ensure serviceability, fit and use and maintain suitable personal protective equipment (PPE)</w:t>
            </w:r>
          </w:p>
        </w:tc>
      </w:tr>
      <w:tr w:rsidR="00035DD1" w:rsidRPr="00963A46" w14:paraId="661F0305" w14:textId="77777777" w:rsidTr="00CA2922">
        <w:trPr>
          <w:cantSplit/>
        </w:trPr>
        <w:tc>
          <w:tcPr>
            <w:tcW w:w="1396" w:type="pct"/>
            <w:shd w:val="clear" w:color="auto" w:fill="auto"/>
          </w:tcPr>
          <w:p w14:paraId="6DCDE470" w14:textId="155694BF" w:rsidR="00035DD1" w:rsidRPr="00035DD1" w:rsidRDefault="00035DD1" w:rsidP="00035DD1">
            <w:pPr>
              <w:pStyle w:val="SIText"/>
            </w:pPr>
            <w:r>
              <w:lastRenderedPageBreak/>
              <w:t>3.</w:t>
            </w:r>
            <w:r w:rsidR="00F05099">
              <w:t xml:space="preserve"> </w:t>
            </w:r>
            <w:r w:rsidRPr="00035DD1">
              <w:t>Implement sports turf renovation</w:t>
            </w:r>
          </w:p>
        </w:tc>
        <w:tc>
          <w:tcPr>
            <w:tcW w:w="3604" w:type="pct"/>
            <w:shd w:val="clear" w:color="auto" w:fill="auto"/>
          </w:tcPr>
          <w:p w14:paraId="6C4A79CC" w14:textId="002F67D9" w:rsidR="00CF59AB" w:rsidRPr="00CF59AB" w:rsidRDefault="00CF59AB" w:rsidP="00CF59AB">
            <w:r>
              <w:t xml:space="preserve">3.1 </w:t>
            </w:r>
            <w:r w:rsidRPr="00CF59AB">
              <w:t xml:space="preserve">Operate turf renovation tools, equipment and machinery safely and effectively to renovate turf surface according to renovation program and workplace procedures </w:t>
            </w:r>
          </w:p>
          <w:p w14:paraId="3231653B" w14:textId="567C63F0" w:rsidR="00035DD1" w:rsidRPr="00035DD1" w:rsidRDefault="00035DD1" w:rsidP="00035DD1">
            <w:pPr>
              <w:pStyle w:val="SIText"/>
            </w:pPr>
            <w:r w:rsidRPr="0094295F">
              <w:t>3.2</w:t>
            </w:r>
            <w:r>
              <w:t xml:space="preserve"> </w:t>
            </w:r>
            <w:r w:rsidR="00362D91">
              <w:t>Assess and r</w:t>
            </w:r>
            <w:r w:rsidRPr="0094295F">
              <w:t>eview</w:t>
            </w:r>
            <w:r w:rsidR="00E054D4" w:rsidRPr="0094295F">
              <w:t xml:space="preserve"> </w:t>
            </w:r>
            <w:r w:rsidRPr="0094295F">
              <w:t xml:space="preserve">renovation </w:t>
            </w:r>
            <w:r w:rsidR="00CF59AB">
              <w:t xml:space="preserve">activities against </w:t>
            </w:r>
            <w:r w:rsidR="00362D91">
              <w:t>scheduled</w:t>
            </w:r>
            <w:r w:rsidR="00E054D4">
              <w:t xml:space="preserve"> works </w:t>
            </w:r>
            <w:r w:rsidRPr="0094295F">
              <w:t>and undertake remedial action</w:t>
            </w:r>
            <w:r w:rsidR="00E054D4">
              <w:t xml:space="preserve"> where out of specification</w:t>
            </w:r>
          </w:p>
          <w:p w14:paraId="2C0565CC" w14:textId="77777777" w:rsidR="00035DD1" w:rsidRPr="00035DD1" w:rsidRDefault="00035DD1" w:rsidP="00035DD1">
            <w:pPr>
              <w:pStyle w:val="SIText"/>
            </w:pPr>
            <w:r w:rsidRPr="0094295F">
              <w:t>3.3</w:t>
            </w:r>
            <w:r>
              <w:t xml:space="preserve"> </w:t>
            </w:r>
            <w:r w:rsidRPr="0094295F">
              <w:t>Maintain a clean and safe work area throughout and on completion of work</w:t>
            </w:r>
          </w:p>
        </w:tc>
      </w:tr>
      <w:tr w:rsidR="00035DD1" w:rsidRPr="00963A46" w14:paraId="475FC86A" w14:textId="77777777" w:rsidTr="00CA2922">
        <w:trPr>
          <w:cantSplit/>
        </w:trPr>
        <w:tc>
          <w:tcPr>
            <w:tcW w:w="1396" w:type="pct"/>
            <w:shd w:val="clear" w:color="auto" w:fill="auto"/>
          </w:tcPr>
          <w:p w14:paraId="4EC3D4B2" w14:textId="359532F6" w:rsidR="00035DD1" w:rsidRPr="00035DD1" w:rsidRDefault="00035DD1" w:rsidP="00035DD1">
            <w:pPr>
              <w:pStyle w:val="SIText"/>
            </w:pPr>
            <w:r>
              <w:t>4.</w:t>
            </w:r>
            <w:r w:rsidR="00F05099">
              <w:t xml:space="preserve"> </w:t>
            </w:r>
            <w:r w:rsidRPr="00035DD1">
              <w:t>Complete renovation activities</w:t>
            </w:r>
          </w:p>
        </w:tc>
        <w:tc>
          <w:tcPr>
            <w:tcW w:w="3604" w:type="pct"/>
            <w:shd w:val="clear" w:color="auto" w:fill="auto"/>
          </w:tcPr>
          <w:p w14:paraId="49C3907F" w14:textId="57C3C15B" w:rsidR="00035DD1" w:rsidRPr="00035DD1" w:rsidRDefault="00035DD1" w:rsidP="00035DD1">
            <w:pPr>
              <w:pStyle w:val="SIText"/>
            </w:pPr>
            <w:r w:rsidRPr="0094295F">
              <w:t>4.1</w:t>
            </w:r>
            <w:r>
              <w:t xml:space="preserve"> </w:t>
            </w:r>
            <w:r w:rsidR="00E054D4">
              <w:t>Collect</w:t>
            </w:r>
            <w:r w:rsidR="00E054D4" w:rsidRPr="0094295F">
              <w:t xml:space="preserve"> </w:t>
            </w:r>
            <w:r w:rsidRPr="0094295F">
              <w:t xml:space="preserve">and dispose of waste material </w:t>
            </w:r>
            <w:r w:rsidR="00E054D4">
              <w:t>according to workplace and environmental procedures</w:t>
            </w:r>
          </w:p>
          <w:p w14:paraId="6E8B3E30" w14:textId="127F93BF" w:rsidR="00035DD1" w:rsidRPr="00035DD1" w:rsidRDefault="00035DD1" w:rsidP="00035DD1">
            <w:pPr>
              <w:pStyle w:val="SIText"/>
            </w:pPr>
            <w:r w:rsidRPr="0094295F">
              <w:t>4.2</w:t>
            </w:r>
            <w:r>
              <w:t xml:space="preserve"> </w:t>
            </w:r>
            <w:r w:rsidRPr="0094295F">
              <w:t>Clean, maintain and store tools, equipment and machinery</w:t>
            </w:r>
            <w:r w:rsidR="00E054D4">
              <w:t xml:space="preserve"> according to manufacturer instructions and workplace procedures</w:t>
            </w:r>
          </w:p>
          <w:p w14:paraId="6EDDA069" w14:textId="4EB2D68E" w:rsidR="00035DD1" w:rsidRPr="00035DD1" w:rsidRDefault="00035DD1" w:rsidP="00035DD1">
            <w:pPr>
              <w:pStyle w:val="SIText"/>
            </w:pPr>
            <w:r w:rsidRPr="0094295F">
              <w:t>4.3</w:t>
            </w:r>
            <w:r>
              <w:t xml:space="preserve"> </w:t>
            </w:r>
            <w:r w:rsidRPr="0094295F">
              <w:t>Record and report work outcomes</w:t>
            </w:r>
            <w:r w:rsidR="00362D91">
              <w:t xml:space="preserve"> according to workplace procedures</w:t>
            </w:r>
          </w:p>
        </w:tc>
      </w:tr>
    </w:tbl>
    <w:p w14:paraId="4098767B" w14:textId="77777777" w:rsidR="005F771F" w:rsidRDefault="005F771F" w:rsidP="005F771F">
      <w:pPr>
        <w:pStyle w:val="SIText"/>
      </w:pPr>
    </w:p>
    <w:p w14:paraId="2A0043D8" w14:textId="77777777" w:rsidR="000014A6" w:rsidRPr="000014A6" w:rsidRDefault="000014A6" w:rsidP="000014A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0014A6" w:rsidRPr="00346B50" w14:paraId="15E79E00" w14:textId="77777777" w:rsidTr="001F16C2">
        <w:trPr>
          <w:tblHeader/>
        </w:trPr>
        <w:tc>
          <w:tcPr>
            <w:tcW w:w="5000" w:type="pct"/>
            <w:gridSpan w:val="2"/>
            <w:tcBorders>
              <w:top w:val="single" w:sz="4" w:space="0" w:color="auto"/>
              <w:left w:val="single" w:sz="4" w:space="0" w:color="auto"/>
              <w:bottom w:val="single" w:sz="4" w:space="0" w:color="auto"/>
              <w:right w:val="single" w:sz="4" w:space="0" w:color="auto"/>
            </w:tcBorders>
            <w:hideMark/>
          </w:tcPr>
          <w:p w14:paraId="67377741" w14:textId="77777777" w:rsidR="000014A6" w:rsidRPr="000014A6" w:rsidRDefault="000014A6" w:rsidP="000014A6">
            <w:pPr>
              <w:pStyle w:val="SIHeading2"/>
            </w:pPr>
            <w:r w:rsidRPr="00346B50">
              <w:t>Foundation Skills</w:t>
            </w:r>
          </w:p>
          <w:p w14:paraId="55E6E4E2" w14:textId="77777777" w:rsidR="000014A6" w:rsidRPr="000014A6" w:rsidRDefault="000014A6" w:rsidP="000014A6">
            <w:pPr>
              <w:pStyle w:val="SIText"/>
              <w:rPr>
                <w:rStyle w:val="SIText-Italic"/>
              </w:rPr>
            </w:pPr>
            <w:r w:rsidRPr="000014A6">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0014A6" w:rsidRPr="00346B50" w14:paraId="6781C052" w14:textId="77777777" w:rsidTr="001F16C2">
        <w:trPr>
          <w:tblHeader/>
        </w:trPr>
        <w:tc>
          <w:tcPr>
            <w:tcW w:w="1396" w:type="pct"/>
            <w:tcBorders>
              <w:top w:val="single" w:sz="4" w:space="0" w:color="auto"/>
              <w:left w:val="single" w:sz="4" w:space="0" w:color="auto"/>
              <w:bottom w:val="single" w:sz="4" w:space="0" w:color="auto"/>
              <w:right w:val="single" w:sz="4" w:space="0" w:color="auto"/>
            </w:tcBorders>
            <w:hideMark/>
          </w:tcPr>
          <w:p w14:paraId="71A52F0D" w14:textId="77777777" w:rsidR="000014A6" w:rsidRPr="000014A6" w:rsidRDefault="000014A6" w:rsidP="000014A6">
            <w:pPr>
              <w:pStyle w:val="SIText-Bold"/>
              <w:rPr>
                <w:rFonts w:eastAsiaTheme="majorEastAsia"/>
              </w:rPr>
            </w:pPr>
            <w:r w:rsidRPr="000014A6">
              <w:rPr>
                <w:rFonts w:eastAsiaTheme="majorEastAsia"/>
              </w:rPr>
              <w:t>Skill</w:t>
            </w:r>
          </w:p>
        </w:tc>
        <w:tc>
          <w:tcPr>
            <w:tcW w:w="3604" w:type="pct"/>
            <w:tcBorders>
              <w:top w:val="single" w:sz="4" w:space="0" w:color="auto"/>
              <w:left w:val="single" w:sz="4" w:space="0" w:color="auto"/>
              <w:bottom w:val="single" w:sz="4" w:space="0" w:color="auto"/>
              <w:right w:val="single" w:sz="4" w:space="0" w:color="auto"/>
            </w:tcBorders>
            <w:hideMark/>
          </w:tcPr>
          <w:p w14:paraId="690B09BE" w14:textId="77777777" w:rsidR="000014A6" w:rsidRPr="000014A6" w:rsidRDefault="000014A6" w:rsidP="000014A6">
            <w:pPr>
              <w:pStyle w:val="SIText-Bold"/>
              <w:rPr>
                <w:rFonts w:eastAsiaTheme="majorEastAsia"/>
              </w:rPr>
            </w:pPr>
            <w:r w:rsidRPr="000014A6">
              <w:rPr>
                <w:rFonts w:eastAsiaTheme="majorEastAsia"/>
              </w:rPr>
              <w:t>Description</w:t>
            </w:r>
          </w:p>
        </w:tc>
      </w:tr>
      <w:tr w:rsidR="000014A6" w:rsidRPr="00346B50" w14:paraId="3B3388BC" w14:textId="77777777" w:rsidTr="001F16C2">
        <w:tc>
          <w:tcPr>
            <w:tcW w:w="1396" w:type="pct"/>
            <w:tcBorders>
              <w:top w:val="single" w:sz="4" w:space="0" w:color="auto"/>
              <w:left w:val="single" w:sz="4" w:space="0" w:color="auto"/>
              <w:bottom w:val="single" w:sz="4" w:space="0" w:color="auto"/>
              <w:right w:val="single" w:sz="4" w:space="0" w:color="auto"/>
            </w:tcBorders>
            <w:hideMark/>
          </w:tcPr>
          <w:p w14:paraId="62A46041" w14:textId="77777777" w:rsidR="000014A6" w:rsidRPr="000014A6" w:rsidRDefault="000014A6" w:rsidP="000014A6">
            <w:pPr>
              <w:pStyle w:val="SIText"/>
            </w:pPr>
            <w:r w:rsidRPr="00346B50">
              <w:t>Reading</w:t>
            </w:r>
          </w:p>
        </w:tc>
        <w:tc>
          <w:tcPr>
            <w:tcW w:w="3604" w:type="pct"/>
            <w:tcBorders>
              <w:top w:val="single" w:sz="4" w:space="0" w:color="auto"/>
              <w:left w:val="single" w:sz="4" w:space="0" w:color="auto"/>
              <w:bottom w:val="single" w:sz="4" w:space="0" w:color="auto"/>
              <w:right w:val="single" w:sz="4" w:space="0" w:color="auto"/>
            </w:tcBorders>
          </w:tcPr>
          <w:p w14:paraId="47A6372C" w14:textId="77777777" w:rsidR="00E50C50" w:rsidRPr="00E50C50" w:rsidRDefault="00E50C50" w:rsidP="00E50C50">
            <w:pPr>
              <w:pStyle w:val="SIBulletList1"/>
            </w:pPr>
            <w:r w:rsidRPr="00E50C50">
              <w:t>Interpret symbols and text on plans</w:t>
            </w:r>
          </w:p>
          <w:p w14:paraId="570D7AF9" w14:textId="46DA9B78" w:rsidR="000014A6" w:rsidRPr="00346B50" w:rsidRDefault="00E50C50" w:rsidP="00E50C50">
            <w:pPr>
              <w:pStyle w:val="SIBulletList1"/>
            </w:pPr>
            <w:r>
              <w:t>Interpret</w:t>
            </w:r>
            <w:r w:rsidRPr="00E50C50">
              <w:t xml:space="preserve"> soil test procedures and test results for establishing turf grass</w:t>
            </w:r>
          </w:p>
        </w:tc>
      </w:tr>
      <w:tr w:rsidR="00E50C50" w:rsidRPr="00346B50" w14:paraId="68E189E3" w14:textId="77777777" w:rsidTr="00F9329D">
        <w:tc>
          <w:tcPr>
            <w:tcW w:w="1396" w:type="pct"/>
            <w:tcBorders>
              <w:top w:val="single" w:sz="4" w:space="0" w:color="auto"/>
              <w:left w:val="single" w:sz="4" w:space="0" w:color="auto"/>
              <w:bottom w:val="single" w:sz="4" w:space="0" w:color="auto"/>
              <w:right w:val="single" w:sz="4" w:space="0" w:color="auto"/>
            </w:tcBorders>
          </w:tcPr>
          <w:p w14:paraId="1B93582C" w14:textId="77777777" w:rsidR="00E50C50" w:rsidRPr="00E50C50" w:rsidRDefault="00E50C50" w:rsidP="00E50C50">
            <w:pPr>
              <w:pStyle w:val="SIText"/>
            </w:pPr>
            <w:r>
              <w:t>Writing</w:t>
            </w:r>
          </w:p>
        </w:tc>
        <w:tc>
          <w:tcPr>
            <w:tcW w:w="3604" w:type="pct"/>
            <w:tcBorders>
              <w:top w:val="single" w:sz="4" w:space="0" w:color="auto"/>
              <w:left w:val="single" w:sz="4" w:space="0" w:color="auto"/>
              <w:bottom w:val="single" w:sz="4" w:space="0" w:color="auto"/>
              <w:right w:val="single" w:sz="4" w:space="0" w:color="auto"/>
            </w:tcBorders>
          </w:tcPr>
          <w:p w14:paraId="7EAA5DE8" w14:textId="77777777" w:rsidR="00E50C50" w:rsidRPr="00E50C50" w:rsidDel="00ED2B08" w:rsidRDefault="00E50C50" w:rsidP="00E50C50">
            <w:pPr>
              <w:pStyle w:val="SIBulletList1"/>
            </w:pPr>
            <w:r>
              <w:t xml:space="preserve">Complete </w:t>
            </w:r>
            <w:r w:rsidRPr="00E50C50">
              <w:t xml:space="preserve">workplace documentation using industry terminology and required format </w:t>
            </w:r>
          </w:p>
        </w:tc>
      </w:tr>
      <w:tr w:rsidR="000014A6" w:rsidRPr="00346B50" w14:paraId="64D9BCB4" w14:textId="77777777" w:rsidTr="001F16C2">
        <w:tc>
          <w:tcPr>
            <w:tcW w:w="1396" w:type="pct"/>
            <w:tcBorders>
              <w:top w:val="single" w:sz="4" w:space="0" w:color="auto"/>
              <w:left w:val="single" w:sz="4" w:space="0" w:color="auto"/>
              <w:bottom w:val="single" w:sz="4" w:space="0" w:color="auto"/>
              <w:right w:val="single" w:sz="4" w:space="0" w:color="auto"/>
            </w:tcBorders>
            <w:hideMark/>
          </w:tcPr>
          <w:p w14:paraId="16AEF4E1" w14:textId="77777777" w:rsidR="000014A6" w:rsidRPr="000014A6" w:rsidRDefault="000014A6" w:rsidP="000014A6">
            <w:pPr>
              <w:pStyle w:val="SIText"/>
            </w:pPr>
            <w:r w:rsidRPr="00346B50">
              <w:t>Numeracy</w:t>
            </w:r>
          </w:p>
        </w:tc>
        <w:tc>
          <w:tcPr>
            <w:tcW w:w="3604" w:type="pct"/>
            <w:tcBorders>
              <w:top w:val="single" w:sz="4" w:space="0" w:color="auto"/>
              <w:left w:val="single" w:sz="4" w:space="0" w:color="auto"/>
              <w:bottom w:val="single" w:sz="4" w:space="0" w:color="auto"/>
              <w:right w:val="single" w:sz="4" w:space="0" w:color="auto"/>
            </w:tcBorders>
          </w:tcPr>
          <w:p w14:paraId="59E2C56A" w14:textId="77777777" w:rsidR="00E50C50" w:rsidRPr="00E50C50" w:rsidRDefault="00E50C50" w:rsidP="00E50C50">
            <w:pPr>
              <w:pStyle w:val="SIBulletList1"/>
            </w:pPr>
            <w:r w:rsidRPr="00E50C50">
              <w:t>Estimates and calculates distance, area, volumes, percentage, time, temperature and ratio</w:t>
            </w:r>
          </w:p>
          <w:p w14:paraId="50F512A9" w14:textId="6D900D5C" w:rsidR="000014A6" w:rsidRPr="00346B50" w:rsidRDefault="00E50C50" w:rsidP="00E50C50">
            <w:pPr>
              <w:pStyle w:val="SIBulletList1"/>
            </w:pPr>
            <w:r w:rsidRPr="00E50C50">
              <w:t>Applies numerical information to determine application rates</w:t>
            </w:r>
          </w:p>
        </w:tc>
      </w:tr>
    </w:tbl>
    <w:p w14:paraId="3CD88651" w14:textId="77777777" w:rsidR="00F1480E" w:rsidRDefault="00F1480E" w:rsidP="005F771F">
      <w:pPr>
        <w:pStyle w:val="SIText"/>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21B7339" w14:textId="77777777" w:rsidTr="00F33FF2">
        <w:tc>
          <w:tcPr>
            <w:tcW w:w="5000" w:type="pct"/>
            <w:gridSpan w:val="4"/>
          </w:tcPr>
          <w:p w14:paraId="59A5A0EC" w14:textId="77777777" w:rsidR="00F1480E" w:rsidRPr="000754EC" w:rsidRDefault="00FD557D" w:rsidP="000754EC">
            <w:pPr>
              <w:pStyle w:val="SIHeading2"/>
            </w:pPr>
            <w:r w:rsidRPr="00923720">
              <w:t>U</w:t>
            </w:r>
            <w:r w:rsidRPr="000754EC">
              <w:t>nit Mapping Information</w:t>
            </w:r>
          </w:p>
        </w:tc>
      </w:tr>
      <w:tr w:rsidR="00F1480E" w14:paraId="594C6C92" w14:textId="77777777" w:rsidTr="00F33FF2">
        <w:tc>
          <w:tcPr>
            <w:tcW w:w="1028" w:type="pct"/>
          </w:tcPr>
          <w:p w14:paraId="3220245B" w14:textId="77777777" w:rsidR="00F1480E" w:rsidRPr="000754EC" w:rsidRDefault="00F1480E" w:rsidP="000754EC">
            <w:pPr>
              <w:pStyle w:val="SIText-Bold"/>
            </w:pPr>
            <w:r w:rsidRPr="00923720">
              <w:t>Code and title current version</w:t>
            </w:r>
          </w:p>
        </w:tc>
        <w:tc>
          <w:tcPr>
            <w:tcW w:w="1105" w:type="pct"/>
          </w:tcPr>
          <w:p w14:paraId="161F77F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049644B" w14:textId="77777777" w:rsidR="00F1480E" w:rsidRPr="000754EC" w:rsidRDefault="00F1480E" w:rsidP="000754EC">
            <w:pPr>
              <w:pStyle w:val="SIText-Bold"/>
            </w:pPr>
            <w:r w:rsidRPr="00923720">
              <w:t>Comments</w:t>
            </w:r>
          </w:p>
        </w:tc>
        <w:tc>
          <w:tcPr>
            <w:tcW w:w="1616" w:type="pct"/>
          </w:tcPr>
          <w:p w14:paraId="2A9961DF" w14:textId="77777777" w:rsidR="00F1480E" w:rsidRPr="000754EC" w:rsidRDefault="00F1480E" w:rsidP="000754EC">
            <w:pPr>
              <w:pStyle w:val="SIText-Bold"/>
            </w:pPr>
            <w:r w:rsidRPr="00923720">
              <w:t>Equivalence status</w:t>
            </w:r>
          </w:p>
        </w:tc>
      </w:tr>
      <w:tr w:rsidR="00035DD1" w14:paraId="310C8A8A" w14:textId="77777777" w:rsidTr="00F33FF2">
        <w:tc>
          <w:tcPr>
            <w:tcW w:w="1028" w:type="pct"/>
          </w:tcPr>
          <w:p w14:paraId="63EDFE98" w14:textId="77777777" w:rsidR="00035DD1" w:rsidRPr="00035DD1" w:rsidRDefault="00035DD1" w:rsidP="00035DD1">
            <w:pPr>
              <w:pStyle w:val="SIText"/>
            </w:pPr>
            <w:r w:rsidRPr="00E54787">
              <w:t>AHCTRF305 Renovate sports turf</w:t>
            </w:r>
          </w:p>
        </w:tc>
        <w:tc>
          <w:tcPr>
            <w:tcW w:w="1105" w:type="pct"/>
          </w:tcPr>
          <w:p w14:paraId="3C4CFA17" w14:textId="4A5D7882" w:rsidR="00035DD1" w:rsidRPr="00035DD1" w:rsidRDefault="00035DD1" w:rsidP="00035DD1">
            <w:pPr>
              <w:pStyle w:val="SIText"/>
            </w:pPr>
            <w:r w:rsidRPr="00E54787">
              <w:t>AHCTRF305</w:t>
            </w:r>
            <w:r w:rsidR="00584D7B">
              <w:t xml:space="preserve"> </w:t>
            </w:r>
            <w:r w:rsidRPr="00E54787">
              <w:t>Renovate sports turf</w:t>
            </w:r>
          </w:p>
        </w:tc>
        <w:tc>
          <w:tcPr>
            <w:tcW w:w="1251" w:type="pct"/>
          </w:tcPr>
          <w:p w14:paraId="4FC3A292" w14:textId="1905EAED" w:rsidR="004D4B2F" w:rsidRPr="004D4B2F" w:rsidRDefault="004D4B2F" w:rsidP="004D4B2F">
            <w:pPr>
              <w:pStyle w:val="SIText"/>
            </w:pPr>
            <w:r w:rsidRPr="004D4B2F">
              <w:t>Minor changes to Performance Criteria for clarity</w:t>
            </w:r>
          </w:p>
          <w:p w14:paraId="70231B45" w14:textId="30EE6543" w:rsidR="00035DD1" w:rsidRPr="000754EC" w:rsidRDefault="004D4B2F" w:rsidP="004D4B2F">
            <w:pPr>
              <w:pStyle w:val="SIText"/>
            </w:pPr>
            <w:r w:rsidRPr="004D4B2F">
              <w:t>Updated Performance Evidence and Knowledge Evidence</w:t>
            </w:r>
          </w:p>
        </w:tc>
        <w:tc>
          <w:tcPr>
            <w:tcW w:w="1616" w:type="pct"/>
          </w:tcPr>
          <w:p w14:paraId="0DDA1AE2" w14:textId="77777777" w:rsidR="00035DD1" w:rsidRPr="00035DD1" w:rsidRDefault="00035DD1" w:rsidP="00035DD1">
            <w:pPr>
              <w:pStyle w:val="SIText"/>
            </w:pPr>
            <w:r w:rsidRPr="000754EC">
              <w:t xml:space="preserve">Equivalent unit </w:t>
            </w:r>
          </w:p>
          <w:p w14:paraId="03460A7A" w14:textId="77777777" w:rsidR="00035DD1" w:rsidRPr="00035DD1" w:rsidRDefault="00035DD1" w:rsidP="00035DD1">
            <w:pPr>
              <w:pStyle w:val="SIText"/>
            </w:pPr>
          </w:p>
        </w:tc>
      </w:tr>
    </w:tbl>
    <w:p w14:paraId="492BAE0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596FCD9" w14:textId="77777777" w:rsidTr="00CA2922">
        <w:tc>
          <w:tcPr>
            <w:tcW w:w="1396" w:type="pct"/>
            <w:shd w:val="clear" w:color="auto" w:fill="auto"/>
          </w:tcPr>
          <w:p w14:paraId="2BBFD726" w14:textId="77777777" w:rsidR="00F1480E" w:rsidRPr="000754EC" w:rsidRDefault="00FD557D" w:rsidP="000754EC">
            <w:pPr>
              <w:pStyle w:val="SIHeading2"/>
            </w:pPr>
            <w:r w:rsidRPr="00CC451E">
              <w:t>L</w:t>
            </w:r>
            <w:r w:rsidRPr="000754EC">
              <w:t>inks</w:t>
            </w:r>
          </w:p>
        </w:tc>
        <w:tc>
          <w:tcPr>
            <w:tcW w:w="3604" w:type="pct"/>
            <w:shd w:val="clear" w:color="auto" w:fill="auto"/>
          </w:tcPr>
          <w:p w14:paraId="79ADA4C4" w14:textId="77777777" w:rsidR="00F1480E" w:rsidRPr="000754EC" w:rsidRDefault="00520E9A" w:rsidP="00B66E5C">
            <w:pPr>
              <w:pStyle w:val="SIText"/>
            </w:pPr>
            <w:r>
              <w:t xml:space="preserve">Companion Volumes, including Implementation </w:t>
            </w:r>
            <w:r w:rsidR="00346FDC">
              <w:t xml:space="preserve">Guides, are available at VETNet: </w:t>
            </w:r>
            <w:r w:rsidR="00B66E5C" w:rsidRPr="000A1436">
              <w:t>https://vetnet.education.gov.au/Pages/TrainingDocs.aspx?q=c6399549-9c62-4a5e-bf1a-524b2322cf72</w:t>
            </w:r>
          </w:p>
        </w:tc>
      </w:tr>
    </w:tbl>
    <w:p w14:paraId="5C6EDE3B" w14:textId="77777777" w:rsidR="00F1480E" w:rsidRDefault="00F1480E" w:rsidP="005F771F">
      <w:pPr>
        <w:pStyle w:val="SIText"/>
      </w:pPr>
    </w:p>
    <w:p w14:paraId="24506FA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68171DE" w14:textId="77777777" w:rsidTr="00113678">
        <w:trPr>
          <w:tblHeader/>
        </w:trPr>
        <w:tc>
          <w:tcPr>
            <w:tcW w:w="1478" w:type="pct"/>
            <w:shd w:val="clear" w:color="auto" w:fill="auto"/>
          </w:tcPr>
          <w:p w14:paraId="3CD7201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3F62F4D" w14:textId="77777777" w:rsidR="00556C4C" w:rsidRPr="000754EC" w:rsidRDefault="00556C4C" w:rsidP="002F4BEC">
            <w:pPr>
              <w:pStyle w:val="SIUnittitle"/>
            </w:pPr>
            <w:r w:rsidRPr="00F56827">
              <w:t xml:space="preserve">Assessment requirements for </w:t>
            </w:r>
            <w:r w:rsidR="00035DD1" w:rsidRPr="00E54787">
              <w:t>AHCTRF305 Renovate sports turf</w:t>
            </w:r>
          </w:p>
        </w:tc>
      </w:tr>
      <w:tr w:rsidR="00556C4C" w:rsidRPr="00A55106" w14:paraId="7D3B1966" w14:textId="77777777" w:rsidTr="00113678">
        <w:trPr>
          <w:tblHeader/>
        </w:trPr>
        <w:tc>
          <w:tcPr>
            <w:tcW w:w="5000" w:type="pct"/>
            <w:gridSpan w:val="2"/>
            <w:shd w:val="clear" w:color="auto" w:fill="auto"/>
          </w:tcPr>
          <w:p w14:paraId="1EFA23C6" w14:textId="77777777" w:rsidR="00556C4C" w:rsidRPr="000754EC" w:rsidRDefault="00D71E43" w:rsidP="000754EC">
            <w:pPr>
              <w:pStyle w:val="SIHeading2"/>
            </w:pPr>
            <w:r>
              <w:t>Performance E</w:t>
            </w:r>
            <w:r w:rsidRPr="000754EC">
              <w:t>vidence</w:t>
            </w:r>
          </w:p>
        </w:tc>
      </w:tr>
      <w:tr w:rsidR="00556C4C" w:rsidRPr="00067E1C" w14:paraId="46A3FE56" w14:textId="77777777" w:rsidTr="00113678">
        <w:tc>
          <w:tcPr>
            <w:tcW w:w="5000" w:type="pct"/>
            <w:gridSpan w:val="2"/>
            <w:shd w:val="clear" w:color="auto" w:fill="auto"/>
          </w:tcPr>
          <w:p w14:paraId="43F7D44C" w14:textId="0207ECD5" w:rsidR="00EB752D" w:rsidRDefault="006A79B5" w:rsidP="006A79B5">
            <w:r w:rsidRPr="006A79B5">
              <w:t xml:space="preserve">An individual demonstrating competency must satisfy all of the elements and performance criteria in this unit. </w:t>
            </w:r>
          </w:p>
          <w:p w14:paraId="654B9AC9" w14:textId="565DF6A2" w:rsidR="006A79B5" w:rsidRPr="00035DD1" w:rsidRDefault="006A79B5" w:rsidP="00035DD1">
            <w:pPr>
              <w:pStyle w:val="SIText"/>
            </w:pPr>
            <w:r w:rsidRPr="006A79B5">
              <w:t xml:space="preserve">There must be evidence that the individual has on at least one occasion </w:t>
            </w:r>
            <w:r w:rsidR="00EB752D" w:rsidRPr="00A37057">
              <w:t>renovate</w:t>
            </w:r>
            <w:r w:rsidR="007D77A7">
              <w:t>d</w:t>
            </w:r>
            <w:r w:rsidR="00EB752D" w:rsidRPr="00A37057">
              <w:t xml:space="preserve"> a sports turf</w:t>
            </w:r>
            <w:r w:rsidR="007D77A7">
              <w:t>, including</w:t>
            </w:r>
            <w:r w:rsidRPr="006A79B5">
              <w:t>:</w:t>
            </w:r>
          </w:p>
          <w:p w14:paraId="33CCBA32" w14:textId="0A98E4C3" w:rsidR="00EB752D" w:rsidRDefault="004669BD" w:rsidP="00EB752D">
            <w:pPr>
              <w:pStyle w:val="SIBulletList1"/>
            </w:pPr>
            <w:r>
              <w:t>assessed the s</w:t>
            </w:r>
            <w:r w:rsidR="00EB752D" w:rsidRPr="00EB752D">
              <w:t xml:space="preserve">ite and renovation </w:t>
            </w:r>
            <w:r>
              <w:t>program</w:t>
            </w:r>
            <w:r w:rsidR="00EB752D" w:rsidRPr="00EB752D">
              <w:t xml:space="preserve"> to determine </w:t>
            </w:r>
            <w:r>
              <w:t xml:space="preserve">the extent of works </w:t>
            </w:r>
            <w:r w:rsidR="00EB752D" w:rsidRPr="00EB752D">
              <w:t>an</w:t>
            </w:r>
            <w:r w:rsidR="00EB752D">
              <w:t>d required ren</w:t>
            </w:r>
            <w:r>
              <w:t>ovation activities</w:t>
            </w:r>
            <w:r w:rsidR="00EB752D">
              <w:t xml:space="preserve"> </w:t>
            </w:r>
          </w:p>
          <w:p w14:paraId="58F08331" w14:textId="5CA931B1" w:rsidR="004669BD" w:rsidRDefault="004669BD" w:rsidP="00EB752D">
            <w:pPr>
              <w:pStyle w:val="SIBulletList1"/>
            </w:pPr>
            <w:r>
              <w:t>collected and tested soil samples and established the soil condition for renovation site</w:t>
            </w:r>
          </w:p>
          <w:p w14:paraId="0DCA67FA" w14:textId="40F6AFF0" w:rsidR="004669BD" w:rsidRDefault="004669BD" w:rsidP="00EB752D">
            <w:pPr>
              <w:pStyle w:val="SIBulletList1"/>
            </w:pPr>
            <w:r>
              <w:t>prepared a schedule of works for renovation activities</w:t>
            </w:r>
          </w:p>
          <w:p w14:paraId="500FD552" w14:textId="6DCB8043" w:rsidR="00EB752D" w:rsidRDefault="00EB752D" w:rsidP="00EB752D">
            <w:pPr>
              <w:pStyle w:val="SIBulletList1"/>
            </w:pPr>
            <w:r w:rsidRPr="00EB752D">
              <w:t>identified, hazards and risks and implemented control measure for personal and site specific safety according to workplace procedures</w:t>
            </w:r>
          </w:p>
          <w:p w14:paraId="0A779DBC" w14:textId="507AEFDE" w:rsidR="00EB752D" w:rsidRPr="00EB752D" w:rsidRDefault="004669BD" w:rsidP="00EB752D">
            <w:pPr>
              <w:pStyle w:val="SIBulletList1"/>
            </w:pPr>
            <w:r>
              <w:t xml:space="preserve">identified selected and </w:t>
            </w:r>
            <w:r w:rsidR="00EB752D" w:rsidRPr="00EB752D">
              <w:t xml:space="preserve">prepared materials, equipment, machinery and turf propagation materials ready for </w:t>
            </w:r>
            <w:r>
              <w:t>renovation works</w:t>
            </w:r>
            <w:r w:rsidR="00EB752D" w:rsidRPr="00EB752D">
              <w:t xml:space="preserve"> according to restoration </w:t>
            </w:r>
            <w:r>
              <w:t>schedule and workplace procedures</w:t>
            </w:r>
          </w:p>
          <w:p w14:paraId="29EADAD6" w14:textId="15A0CD5B" w:rsidR="00EB752D" w:rsidRPr="00EB752D" w:rsidRDefault="00EB752D" w:rsidP="00EB752D">
            <w:pPr>
              <w:pStyle w:val="SIBulletList1"/>
            </w:pPr>
            <w:r w:rsidRPr="00EB752D">
              <w:t xml:space="preserve">performed turf renovation activities safely using equipment, machinery and materials according to renovation </w:t>
            </w:r>
            <w:r w:rsidR="004669BD">
              <w:t>schedule</w:t>
            </w:r>
            <w:r w:rsidRPr="00EB752D">
              <w:t xml:space="preserve"> and workplace procedures</w:t>
            </w:r>
          </w:p>
          <w:p w14:paraId="31DA1DA8" w14:textId="33047B42" w:rsidR="00EB752D" w:rsidRPr="00EB752D" w:rsidRDefault="004669BD" w:rsidP="00EB752D">
            <w:pPr>
              <w:pStyle w:val="SIBulletList1"/>
            </w:pPr>
            <w:r>
              <w:t xml:space="preserve">cleaned site and </w:t>
            </w:r>
            <w:r w:rsidR="00EB752D" w:rsidRPr="00EB752D">
              <w:t>collected waste from renovation works and disposed of according to workplace safety and environmental procedures</w:t>
            </w:r>
          </w:p>
          <w:p w14:paraId="17B08EAD" w14:textId="1961435A" w:rsidR="00EB752D" w:rsidRPr="00EB752D" w:rsidRDefault="00D924A3" w:rsidP="00EB752D">
            <w:pPr>
              <w:pStyle w:val="SIBulletList1"/>
            </w:pPr>
            <w:r>
              <w:t xml:space="preserve">cleaned, maintained and </w:t>
            </w:r>
            <w:r w:rsidR="00EB752D" w:rsidRPr="00EB752D">
              <w:t>stored turf renovation machinery and equipment</w:t>
            </w:r>
          </w:p>
          <w:p w14:paraId="54F2CF4F" w14:textId="59CC4FAE" w:rsidR="004669BD" w:rsidRDefault="004669BD" w:rsidP="00EB752D">
            <w:pPr>
              <w:pStyle w:val="SIBulletList1"/>
            </w:pPr>
            <w:r>
              <w:t>assessed renovation activities against schedule</w:t>
            </w:r>
            <w:r w:rsidR="00D924A3">
              <w:t xml:space="preserve"> of</w:t>
            </w:r>
            <w:r>
              <w:t xml:space="preserve"> works and implemented remedial action </w:t>
            </w:r>
            <w:r w:rsidR="00D924A3">
              <w:t>where out of specification</w:t>
            </w:r>
          </w:p>
          <w:p w14:paraId="06355253" w14:textId="12B59444" w:rsidR="00556C4C" w:rsidRPr="000754EC" w:rsidRDefault="00EB752D" w:rsidP="00EB752D">
            <w:pPr>
              <w:pStyle w:val="SIBulletList1"/>
            </w:pPr>
            <w:r w:rsidRPr="00EB752D">
              <w:t xml:space="preserve">recorded and reported turf renovation activities, faults and issues according to </w:t>
            </w:r>
            <w:r w:rsidR="007D77A7">
              <w:t xml:space="preserve">workplace </w:t>
            </w:r>
            <w:r w:rsidRPr="00EB752D">
              <w:t>procedures.</w:t>
            </w:r>
          </w:p>
        </w:tc>
      </w:tr>
    </w:tbl>
    <w:p w14:paraId="1C610E5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3384F7" w14:textId="77777777" w:rsidTr="00CA2922">
        <w:trPr>
          <w:tblHeader/>
        </w:trPr>
        <w:tc>
          <w:tcPr>
            <w:tcW w:w="5000" w:type="pct"/>
            <w:shd w:val="clear" w:color="auto" w:fill="auto"/>
          </w:tcPr>
          <w:p w14:paraId="526F3AE7" w14:textId="77777777" w:rsidR="00F1480E" w:rsidRPr="000754EC" w:rsidRDefault="00D71E43" w:rsidP="000754EC">
            <w:pPr>
              <w:pStyle w:val="SIHeading2"/>
            </w:pPr>
            <w:r w:rsidRPr="002C55E9">
              <w:t>K</w:t>
            </w:r>
            <w:r w:rsidRPr="000754EC">
              <w:t>nowledge Evidence</w:t>
            </w:r>
          </w:p>
        </w:tc>
      </w:tr>
      <w:tr w:rsidR="00F1480E" w:rsidRPr="00067E1C" w14:paraId="2AAFB828" w14:textId="77777777" w:rsidTr="00CA2922">
        <w:tc>
          <w:tcPr>
            <w:tcW w:w="5000" w:type="pct"/>
            <w:shd w:val="clear" w:color="auto" w:fill="auto"/>
          </w:tcPr>
          <w:p w14:paraId="1A334D7B" w14:textId="0EAC0331" w:rsidR="006A79B5" w:rsidRPr="006A79B5" w:rsidRDefault="006A79B5" w:rsidP="006A79B5">
            <w:r w:rsidRPr="006A79B5">
              <w:t>An individual must be able to demonstrate the knowledge required to perform the tasks outlined in the elements and performance criteria of this unit. This includes knowledge of:</w:t>
            </w:r>
          </w:p>
          <w:p w14:paraId="14C1B69D" w14:textId="02626647" w:rsidR="006A79B5" w:rsidRPr="00035DD1" w:rsidRDefault="006A79B5" w:rsidP="00035DD1">
            <w:pPr>
              <w:pStyle w:val="SIText"/>
            </w:pPr>
          </w:p>
          <w:p w14:paraId="1B237732" w14:textId="0E73C480" w:rsidR="00035DD1" w:rsidRPr="00035DD1" w:rsidRDefault="00035DD1" w:rsidP="00035DD1">
            <w:pPr>
              <w:pStyle w:val="SIBulletList1"/>
            </w:pPr>
            <w:r w:rsidRPr="00E8026E">
              <w:t>principles and practices of turf renovation</w:t>
            </w:r>
            <w:r w:rsidR="000014A6">
              <w:t xml:space="preserve"> including:</w:t>
            </w:r>
          </w:p>
          <w:p w14:paraId="0A4626EA" w14:textId="0923C750" w:rsidR="000014A6" w:rsidRDefault="000014A6" w:rsidP="00035DD1">
            <w:pPr>
              <w:pStyle w:val="SIBulletList2"/>
            </w:pPr>
            <w:r>
              <w:t>turf renovation programs and their purpose for maintaining playable surfaces</w:t>
            </w:r>
          </w:p>
          <w:p w14:paraId="69B9F091" w14:textId="3E8507E6" w:rsidR="000014A6" w:rsidRDefault="00D924A3" w:rsidP="00035DD1">
            <w:pPr>
              <w:pStyle w:val="SIBulletList2"/>
            </w:pPr>
            <w:r>
              <w:t>developing a schedule of works for sports turf renovation</w:t>
            </w:r>
          </w:p>
          <w:p w14:paraId="729664F5" w14:textId="05685823" w:rsidR="000014A6" w:rsidRDefault="00035DD1" w:rsidP="00A37057">
            <w:pPr>
              <w:pStyle w:val="SIBulletList1"/>
            </w:pPr>
            <w:r w:rsidRPr="00E8026E">
              <w:t>techniques</w:t>
            </w:r>
            <w:r w:rsidR="00D924A3">
              <w:t xml:space="preserve"> for conducting field tests for soils</w:t>
            </w:r>
            <w:r w:rsidRPr="00E8026E">
              <w:t xml:space="preserve"> </w:t>
            </w:r>
            <w:r w:rsidR="000014A6">
              <w:t>including</w:t>
            </w:r>
          </w:p>
          <w:p w14:paraId="2D4C3830" w14:textId="0F09E3C0" w:rsidR="000014A6" w:rsidRDefault="00035DD1">
            <w:pPr>
              <w:pStyle w:val="SIBulletList2"/>
            </w:pPr>
            <w:r w:rsidRPr="00E8026E">
              <w:t>infiltration rate</w:t>
            </w:r>
          </w:p>
          <w:p w14:paraId="0730804E" w14:textId="0972F699" w:rsidR="000014A6" w:rsidRDefault="00035DD1">
            <w:pPr>
              <w:pStyle w:val="SIBulletList2"/>
            </w:pPr>
            <w:r w:rsidRPr="00E8026E">
              <w:t>organic fines</w:t>
            </w:r>
          </w:p>
          <w:p w14:paraId="6DF858C3" w14:textId="1715251F" w:rsidR="000014A6" w:rsidRDefault="006F7F68">
            <w:pPr>
              <w:pStyle w:val="SIBulletList2"/>
            </w:pPr>
            <w:r>
              <w:t>firmness and compaction of the surface</w:t>
            </w:r>
          </w:p>
          <w:p w14:paraId="06EA638A" w14:textId="213DDDF8" w:rsidR="000014A6" w:rsidRDefault="00035DD1">
            <w:pPr>
              <w:pStyle w:val="SIBulletList2"/>
            </w:pPr>
            <w:r w:rsidRPr="00E8026E">
              <w:t>traction</w:t>
            </w:r>
          </w:p>
          <w:p w14:paraId="6D36E535" w14:textId="5D79466A" w:rsidR="000014A6" w:rsidRDefault="00035DD1">
            <w:pPr>
              <w:pStyle w:val="SIBulletList2"/>
            </w:pPr>
            <w:r w:rsidRPr="00E8026E">
              <w:t>surface smoothness</w:t>
            </w:r>
          </w:p>
          <w:p w14:paraId="00883B99" w14:textId="77777777" w:rsidR="00035DD1" w:rsidRPr="00035DD1" w:rsidRDefault="00035DD1" w:rsidP="00A37057">
            <w:pPr>
              <w:pStyle w:val="SIBulletList1"/>
            </w:pPr>
            <w:r w:rsidRPr="00E8026E">
              <w:t>planting, care and renovation scheduling requirements of grass species and cultivars</w:t>
            </w:r>
          </w:p>
          <w:p w14:paraId="0563124F" w14:textId="77777777" w:rsidR="00035DD1" w:rsidRPr="00035DD1" w:rsidRDefault="00035DD1" w:rsidP="00035DD1">
            <w:pPr>
              <w:pStyle w:val="SIBulletList2"/>
            </w:pPr>
            <w:r w:rsidRPr="00E8026E">
              <w:t>specialist turf renovation practices to achieve high performance turf</w:t>
            </w:r>
          </w:p>
          <w:p w14:paraId="44C21D3E" w14:textId="71786B68" w:rsidR="00035DD1" w:rsidRDefault="000014A6" w:rsidP="00035DD1">
            <w:pPr>
              <w:pStyle w:val="SIBulletList2"/>
            </w:pPr>
            <w:r>
              <w:t xml:space="preserve">national and international </w:t>
            </w:r>
            <w:r w:rsidR="00035DD1" w:rsidRPr="00E8026E">
              <w:t>standards for turf surface appearance and quality</w:t>
            </w:r>
          </w:p>
          <w:p w14:paraId="425DF951" w14:textId="77777777" w:rsidR="00D924A3" w:rsidRPr="00D924A3" w:rsidRDefault="00D924A3" w:rsidP="00D924A3">
            <w:pPr>
              <w:pStyle w:val="SIBulletList2"/>
            </w:pPr>
            <w:r w:rsidRPr="00E8026E">
              <w:t>turf sward height</w:t>
            </w:r>
          </w:p>
          <w:p w14:paraId="15898D93" w14:textId="7A26847A" w:rsidR="00F1480E" w:rsidRDefault="00035DD1" w:rsidP="00A37057">
            <w:pPr>
              <w:pStyle w:val="SIBulletList1"/>
            </w:pPr>
            <w:r w:rsidRPr="00E8026E">
              <w:t>structure of a sports turf soil profile</w:t>
            </w:r>
            <w:r w:rsidR="000014A6">
              <w:t xml:space="preserve"> including:</w:t>
            </w:r>
          </w:p>
          <w:p w14:paraId="576E2616" w14:textId="77777777" w:rsidR="000014A6" w:rsidRDefault="000014A6" w:rsidP="000014A6">
            <w:pPr>
              <w:pStyle w:val="SIBulletList2"/>
            </w:pPr>
            <w:r w:rsidRPr="00751A41">
              <w:lastRenderedPageBreak/>
              <w:t>soil</w:t>
            </w:r>
            <w:r w:rsidRPr="000014A6">
              <w:t>s and soil preparation for renovation</w:t>
            </w:r>
          </w:p>
          <w:p w14:paraId="318FF13D" w14:textId="77777777" w:rsidR="000014A6" w:rsidRPr="000014A6" w:rsidRDefault="000014A6" w:rsidP="000014A6">
            <w:pPr>
              <w:pStyle w:val="SIBulletList2"/>
            </w:pPr>
            <w:r>
              <w:t xml:space="preserve">soil aeration and compaction </w:t>
            </w:r>
            <w:r w:rsidRPr="000014A6">
              <w:t>including, core, solid tine, water injection</w:t>
            </w:r>
          </w:p>
          <w:p w14:paraId="6E9ACD26" w14:textId="77777777" w:rsidR="000014A6" w:rsidRPr="000014A6" w:rsidRDefault="000014A6" w:rsidP="000014A6">
            <w:pPr>
              <w:pStyle w:val="SIBulletList2"/>
            </w:pPr>
            <w:r>
              <w:t>impact of soil compaction and thatch on irrigation and i</w:t>
            </w:r>
            <w:r w:rsidRPr="000014A6">
              <w:t>nfiltration rate</w:t>
            </w:r>
          </w:p>
          <w:p w14:paraId="0B0E9A00" w14:textId="77777777" w:rsidR="008578AB" w:rsidRPr="008578AB" w:rsidRDefault="008578AB" w:rsidP="008578AB">
            <w:pPr>
              <w:pStyle w:val="SIBulletList2"/>
            </w:pPr>
            <w:r>
              <w:t>levelling turf surfaces</w:t>
            </w:r>
          </w:p>
          <w:p w14:paraId="37B803DE" w14:textId="77777777" w:rsidR="000014A6" w:rsidRPr="000014A6" w:rsidRDefault="000014A6" w:rsidP="00A37057">
            <w:pPr>
              <w:pStyle w:val="SIBulletList1"/>
            </w:pPr>
            <w:r w:rsidRPr="002E5E8C">
              <w:t xml:space="preserve">turf grass </w:t>
            </w:r>
            <w:r w:rsidRPr="000014A6">
              <w:t>species and effect on mat, thatch and dethatching techniques</w:t>
            </w:r>
          </w:p>
          <w:p w14:paraId="599D7227" w14:textId="77777777" w:rsidR="000014A6" w:rsidRPr="000014A6" w:rsidRDefault="000014A6" w:rsidP="000014A6">
            <w:pPr>
              <w:pStyle w:val="SIBulletList2"/>
            </w:pPr>
            <w:r>
              <w:t>turf</w:t>
            </w:r>
            <w:r w:rsidRPr="000014A6">
              <w:t xml:space="preserve"> grass improvements using topdressing, dusting, shaving, scarifying and grooming</w:t>
            </w:r>
          </w:p>
          <w:p w14:paraId="08311B90" w14:textId="77777777" w:rsidR="000014A6" w:rsidRPr="000014A6" w:rsidRDefault="000014A6" w:rsidP="000014A6">
            <w:pPr>
              <w:pStyle w:val="SIBulletList2"/>
            </w:pPr>
            <w:r w:rsidRPr="00751A41">
              <w:t xml:space="preserve">effect of adverse </w:t>
            </w:r>
            <w:r w:rsidRPr="000014A6">
              <w:t>weather conditions on renovation activities</w:t>
            </w:r>
          </w:p>
          <w:p w14:paraId="5FE88919" w14:textId="000709DC" w:rsidR="000014A6" w:rsidRPr="000014A6" w:rsidRDefault="006F7F68" w:rsidP="000014A6">
            <w:pPr>
              <w:pStyle w:val="SIBulletList1"/>
            </w:pPr>
            <w:r>
              <w:t xml:space="preserve">effective and safe use of tools, </w:t>
            </w:r>
            <w:r w:rsidRPr="00751A41">
              <w:t>machinery</w:t>
            </w:r>
            <w:r w:rsidRPr="006F7F68">
              <w:t xml:space="preserve"> </w:t>
            </w:r>
            <w:r>
              <w:t xml:space="preserve">and </w:t>
            </w:r>
            <w:r w:rsidR="000014A6">
              <w:t>equipment commonly used for sports turf renovation programs including:</w:t>
            </w:r>
          </w:p>
          <w:p w14:paraId="3E5D161F" w14:textId="21FDE6D9" w:rsidR="006F7F68" w:rsidRPr="006F7F68" w:rsidRDefault="006F7F68" w:rsidP="006F7F68">
            <w:pPr>
              <w:pStyle w:val="SIBulletList2"/>
            </w:pPr>
            <w:r>
              <w:t>s</w:t>
            </w:r>
            <w:r w:rsidRPr="006F7F68">
              <w:t>carifier</w:t>
            </w:r>
          </w:p>
          <w:p w14:paraId="1426886B" w14:textId="7219A709" w:rsidR="006F7F68" w:rsidRPr="006F7F68" w:rsidRDefault="006F7F68" w:rsidP="006F7F68">
            <w:pPr>
              <w:pStyle w:val="SIBulletList2"/>
            </w:pPr>
            <w:r>
              <w:t>s</w:t>
            </w:r>
            <w:r w:rsidRPr="006F7F68">
              <w:t>od cutter</w:t>
            </w:r>
          </w:p>
          <w:p w14:paraId="254C2C97" w14:textId="2E177D6F" w:rsidR="006F7F68" w:rsidRPr="006F7F68" w:rsidRDefault="006F7F68" w:rsidP="006F7F68">
            <w:pPr>
              <w:pStyle w:val="SIBulletList2"/>
            </w:pPr>
            <w:r>
              <w:t>c</w:t>
            </w:r>
            <w:r w:rsidRPr="006F7F68">
              <w:t>orer</w:t>
            </w:r>
          </w:p>
          <w:p w14:paraId="76576DC6" w14:textId="4C0F2768" w:rsidR="006F7F68" w:rsidRPr="006F7F68" w:rsidRDefault="006F7F68" w:rsidP="006F7F68">
            <w:pPr>
              <w:pStyle w:val="SIBulletList2"/>
            </w:pPr>
            <w:r>
              <w:t>s</w:t>
            </w:r>
            <w:r w:rsidRPr="006F7F68">
              <w:t>licer</w:t>
            </w:r>
          </w:p>
          <w:p w14:paraId="131B4BBB" w14:textId="3F4DE41D" w:rsidR="006F7F68" w:rsidRPr="006F7F68" w:rsidRDefault="006F7F68" w:rsidP="006F7F68">
            <w:pPr>
              <w:pStyle w:val="SIBulletList2"/>
            </w:pPr>
            <w:r>
              <w:t>s</w:t>
            </w:r>
            <w:r w:rsidRPr="006F7F68">
              <w:t>haver</w:t>
            </w:r>
          </w:p>
          <w:p w14:paraId="1934EFB8" w14:textId="7EE57ADA" w:rsidR="006F7F68" w:rsidRPr="006F7F68" w:rsidRDefault="006F7F68" w:rsidP="006F7F68">
            <w:pPr>
              <w:pStyle w:val="SIBulletList2"/>
            </w:pPr>
            <w:r>
              <w:t>t</w:t>
            </w:r>
            <w:r w:rsidRPr="006F7F68">
              <w:t>op</w:t>
            </w:r>
            <w:r>
              <w:t>-</w:t>
            </w:r>
            <w:r w:rsidRPr="006F7F68">
              <w:t>dresser</w:t>
            </w:r>
          </w:p>
          <w:p w14:paraId="1EDD34D2" w14:textId="755CA9A8" w:rsidR="006F7F68" w:rsidRPr="006F7F68" w:rsidRDefault="006F7F68" w:rsidP="006F7F68">
            <w:pPr>
              <w:pStyle w:val="SIBulletList2"/>
            </w:pPr>
            <w:r>
              <w:t>d</w:t>
            </w:r>
            <w:r w:rsidRPr="006F7F68">
              <w:t>rag</w:t>
            </w:r>
            <w:r>
              <w:t>-</w:t>
            </w:r>
            <w:r w:rsidRPr="006F7F68">
              <w:t>mat</w:t>
            </w:r>
          </w:p>
          <w:p w14:paraId="27402100" w14:textId="301A207A" w:rsidR="006F7F68" w:rsidRPr="006F7F68" w:rsidRDefault="006F7F68" w:rsidP="006F7F68">
            <w:pPr>
              <w:pStyle w:val="SIBulletList2"/>
            </w:pPr>
            <w:r>
              <w:t>f</w:t>
            </w:r>
            <w:r w:rsidRPr="006F7F68">
              <w:t>ertiliser spreader</w:t>
            </w:r>
          </w:p>
          <w:p w14:paraId="623EC621" w14:textId="56007C0A" w:rsidR="006F7F68" w:rsidRPr="006F7F68" w:rsidRDefault="006F7F68" w:rsidP="006F7F68">
            <w:pPr>
              <w:pStyle w:val="SIBulletList2"/>
            </w:pPr>
            <w:r>
              <w:t>t</w:t>
            </w:r>
            <w:r w:rsidRPr="006F7F68">
              <w:t>ransporter</w:t>
            </w:r>
          </w:p>
          <w:p w14:paraId="1D43C49F" w14:textId="7AA314A5" w:rsidR="006F7F68" w:rsidRPr="006F7F68" w:rsidRDefault="006F7F68" w:rsidP="006F7F68">
            <w:pPr>
              <w:pStyle w:val="SIBulletList2"/>
            </w:pPr>
            <w:r>
              <w:t>l</w:t>
            </w:r>
            <w:r w:rsidRPr="006F7F68">
              <w:t>oader, bobcat or similar</w:t>
            </w:r>
          </w:p>
          <w:p w14:paraId="465699F0" w14:textId="727895B4" w:rsidR="006F7F68" w:rsidRPr="006F7F68" w:rsidRDefault="006F7F68" w:rsidP="006F7F68">
            <w:pPr>
              <w:pStyle w:val="SIBulletList2"/>
            </w:pPr>
            <w:r>
              <w:t>hand tools, t</w:t>
            </w:r>
            <w:r w:rsidRPr="006F7F68">
              <w:t>ynes, shovels, spades, level lawns, wheelbarrows</w:t>
            </w:r>
          </w:p>
          <w:p w14:paraId="5C5AC97E" w14:textId="77777777" w:rsidR="000014A6" w:rsidRPr="000014A6" w:rsidRDefault="000014A6" w:rsidP="000014A6">
            <w:pPr>
              <w:pStyle w:val="SIBulletList2"/>
            </w:pPr>
            <w:r w:rsidRPr="00234FD8">
              <w:t>influences on the selection of tools, machinery and safety equipment</w:t>
            </w:r>
          </w:p>
          <w:p w14:paraId="21F0C363" w14:textId="77777777" w:rsidR="000014A6" w:rsidRPr="000014A6" w:rsidRDefault="000014A6" w:rsidP="000014A6">
            <w:pPr>
              <w:pStyle w:val="SIBulletList2"/>
            </w:pPr>
            <w:r>
              <w:t xml:space="preserve">common </w:t>
            </w:r>
            <w:r w:rsidRPr="000014A6">
              <w:t>pre and post operational checks of equipment</w:t>
            </w:r>
          </w:p>
          <w:p w14:paraId="2C8473EC" w14:textId="77777777" w:rsidR="000014A6" w:rsidRPr="000014A6" w:rsidRDefault="000014A6" w:rsidP="000014A6">
            <w:pPr>
              <w:pStyle w:val="SIBulletList2"/>
            </w:pPr>
            <w:r>
              <w:t>adjustments and settings for renovation equipment</w:t>
            </w:r>
          </w:p>
          <w:p w14:paraId="705FFF18" w14:textId="77777777" w:rsidR="000014A6" w:rsidRPr="000014A6" w:rsidRDefault="000014A6" w:rsidP="000014A6">
            <w:pPr>
              <w:pStyle w:val="SIBulletList1"/>
            </w:pPr>
            <w:r>
              <w:t xml:space="preserve">assessment of safety </w:t>
            </w:r>
            <w:r w:rsidRPr="000014A6">
              <w:t>hazards and risks when renovating turf areas including responsibilities of working near public</w:t>
            </w:r>
          </w:p>
          <w:p w14:paraId="2DCA3E2C" w14:textId="77777777" w:rsidR="000014A6" w:rsidRPr="000014A6" w:rsidRDefault="000014A6" w:rsidP="000014A6">
            <w:pPr>
              <w:pStyle w:val="SIBulletList2"/>
            </w:pPr>
            <w:r w:rsidRPr="00751A41">
              <w:t xml:space="preserve">potential </w:t>
            </w:r>
            <w:r w:rsidRPr="000014A6">
              <w:t>hazards and risks associated with turf renovation work sites</w:t>
            </w:r>
          </w:p>
          <w:p w14:paraId="42BFDA9A" w14:textId="77777777" w:rsidR="000014A6" w:rsidRPr="000014A6" w:rsidRDefault="000014A6" w:rsidP="000014A6">
            <w:pPr>
              <w:pStyle w:val="SIBulletList2"/>
            </w:pPr>
            <w:r>
              <w:t>barriers and exclusions zones</w:t>
            </w:r>
          </w:p>
          <w:p w14:paraId="55321DC3" w14:textId="77777777" w:rsidR="000014A6" w:rsidRPr="000014A6" w:rsidRDefault="000014A6" w:rsidP="000014A6">
            <w:pPr>
              <w:pStyle w:val="SIBulletList2"/>
            </w:pPr>
            <w:r>
              <w:t>signage</w:t>
            </w:r>
          </w:p>
          <w:p w14:paraId="7EAC972E" w14:textId="77777777" w:rsidR="000014A6" w:rsidRPr="000014A6" w:rsidRDefault="000014A6" w:rsidP="000014A6">
            <w:pPr>
              <w:pStyle w:val="SIBulletList2"/>
            </w:pPr>
            <w:r>
              <w:t>personal protection and equipment</w:t>
            </w:r>
          </w:p>
          <w:p w14:paraId="3E30BBA5" w14:textId="77777777" w:rsidR="000014A6" w:rsidRPr="000014A6" w:rsidRDefault="000014A6" w:rsidP="000014A6">
            <w:pPr>
              <w:pStyle w:val="SIBulletList2"/>
            </w:pPr>
            <w:r w:rsidRPr="008B7BD5">
              <w:t xml:space="preserve">manual handling techniques </w:t>
            </w:r>
            <w:r w:rsidRPr="000014A6">
              <w:t>for lifting or moving heavy loads and materials</w:t>
            </w:r>
          </w:p>
          <w:p w14:paraId="6E9B6D33" w14:textId="77777777" w:rsidR="000014A6" w:rsidRPr="000014A6" w:rsidRDefault="000014A6" w:rsidP="000014A6">
            <w:pPr>
              <w:pStyle w:val="SIBulletList1"/>
            </w:pPr>
            <w:r>
              <w:t>chemical amendments for renovations including:</w:t>
            </w:r>
          </w:p>
          <w:p w14:paraId="5BB92993" w14:textId="77777777" w:rsidR="000014A6" w:rsidRPr="000014A6" w:rsidRDefault="000014A6" w:rsidP="000014A6">
            <w:pPr>
              <w:pStyle w:val="SIBulletList2"/>
            </w:pPr>
            <w:r>
              <w:t>fertilisers</w:t>
            </w:r>
          </w:p>
          <w:p w14:paraId="697CC38B" w14:textId="77777777" w:rsidR="000014A6" w:rsidRPr="000014A6" w:rsidRDefault="000014A6" w:rsidP="000014A6">
            <w:pPr>
              <w:pStyle w:val="SIBulletList2"/>
            </w:pPr>
            <w:r>
              <w:t>ameliorants</w:t>
            </w:r>
          </w:p>
          <w:p w14:paraId="15D76720" w14:textId="77777777" w:rsidR="000014A6" w:rsidRPr="008578AB" w:rsidRDefault="000014A6" w:rsidP="00A37057">
            <w:pPr>
              <w:pStyle w:val="SIBulletList2"/>
            </w:pPr>
            <w:r w:rsidRPr="008578AB">
              <w:t>growth regulators</w:t>
            </w:r>
          </w:p>
          <w:p w14:paraId="6383157D" w14:textId="46892183" w:rsidR="000014A6" w:rsidRPr="000014A6" w:rsidRDefault="000014A6">
            <w:pPr>
              <w:pStyle w:val="SIBulletList1"/>
            </w:pPr>
            <w:r>
              <w:lastRenderedPageBreak/>
              <w:t xml:space="preserve"> turf repairs and regeneration</w:t>
            </w:r>
            <w:r w:rsidRPr="000014A6">
              <w:t xml:space="preserve"> procedures including:</w:t>
            </w:r>
          </w:p>
          <w:p w14:paraId="36DC4396" w14:textId="77777777" w:rsidR="000014A6" w:rsidRPr="000014A6" w:rsidRDefault="000014A6" w:rsidP="000014A6">
            <w:pPr>
              <w:pStyle w:val="SIBulletList2"/>
            </w:pPr>
            <w:r>
              <w:t>over sowing</w:t>
            </w:r>
          </w:p>
          <w:p w14:paraId="3B19AFE7" w14:textId="77777777" w:rsidR="000014A6" w:rsidRPr="000014A6" w:rsidRDefault="000014A6" w:rsidP="000014A6">
            <w:pPr>
              <w:pStyle w:val="SIBulletList2"/>
            </w:pPr>
            <w:r>
              <w:t>sprigging</w:t>
            </w:r>
          </w:p>
          <w:p w14:paraId="637E05A9" w14:textId="77777777" w:rsidR="000014A6" w:rsidRPr="000014A6" w:rsidRDefault="000014A6" w:rsidP="000014A6">
            <w:pPr>
              <w:pStyle w:val="SIBulletList2"/>
            </w:pPr>
            <w:r>
              <w:t>rolled turf/turf replacement</w:t>
            </w:r>
          </w:p>
          <w:p w14:paraId="74AC0EF1" w14:textId="77777777" w:rsidR="000014A6" w:rsidRPr="000014A6" w:rsidRDefault="000014A6" w:rsidP="000014A6">
            <w:pPr>
              <w:pStyle w:val="SIBulletList2"/>
            </w:pPr>
            <w:r>
              <w:t>divot replacement</w:t>
            </w:r>
          </w:p>
          <w:p w14:paraId="07C618A2" w14:textId="77777777" w:rsidR="000014A6" w:rsidRPr="000014A6" w:rsidRDefault="000014A6" w:rsidP="000014A6">
            <w:pPr>
              <w:pStyle w:val="SIBulletList1"/>
            </w:pPr>
            <w:r>
              <w:t xml:space="preserve">waste materials handling and disposal including environmental </w:t>
            </w:r>
            <w:r w:rsidRPr="000014A6">
              <w:t>considerations</w:t>
            </w:r>
          </w:p>
          <w:p w14:paraId="26281543" w14:textId="55ABB3AD" w:rsidR="000014A6" w:rsidRDefault="000014A6" w:rsidP="00A37057">
            <w:pPr>
              <w:pStyle w:val="SIBulletList1"/>
            </w:pPr>
            <w:r w:rsidRPr="00CA57C9">
              <w:t xml:space="preserve">record keeping </w:t>
            </w:r>
            <w:r w:rsidRPr="000014A6">
              <w:t>and reporting procedures and requirements.</w:t>
            </w:r>
          </w:p>
          <w:p w14:paraId="65E8AFDE" w14:textId="77777777" w:rsidR="00284072" w:rsidRPr="000754EC" w:rsidRDefault="00284072" w:rsidP="00A37057">
            <w:pPr>
              <w:pStyle w:val="SIBulletList2"/>
              <w:numPr>
                <w:ilvl w:val="0"/>
                <w:numId w:val="0"/>
              </w:numPr>
              <w:ind w:left="714" w:hanging="357"/>
            </w:pPr>
          </w:p>
        </w:tc>
      </w:tr>
    </w:tbl>
    <w:p w14:paraId="3238AE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D43D17" w14:textId="77777777" w:rsidTr="00CA2922">
        <w:trPr>
          <w:tblHeader/>
        </w:trPr>
        <w:tc>
          <w:tcPr>
            <w:tcW w:w="5000" w:type="pct"/>
            <w:shd w:val="clear" w:color="auto" w:fill="auto"/>
          </w:tcPr>
          <w:p w14:paraId="438E014A" w14:textId="77777777" w:rsidR="00F1480E" w:rsidRPr="000754EC" w:rsidRDefault="00D71E43" w:rsidP="000754EC">
            <w:pPr>
              <w:pStyle w:val="SIHeading2"/>
            </w:pPr>
            <w:r w:rsidRPr="002C55E9">
              <w:t>A</w:t>
            </w:r>
            <w:r w:rsidRPr="000754EC">
              <w:t>ssessment Conditions</w:t>
            </w:r>
          </w:p>
        </w:tc>
      </w:tr>
      <w:tr w:rsidR="00F1480E" w:rsidRPr="00A55106" w14:paraId="73DE5466" w14:textId="77777777" w:rsidTr="00CA2922">
        <w:tc>
          <w:tcPr>
            <w:tcW w:w="5000" w:type="pct"/>
            <w:shd w:val="clear" w:color="auto" w:fill="auto"/>
          </w:tcPr>
          <w:p w14:paraId="17788210" w14:textId="77777777" w:rsidR="006A79B5" w:rsidRPr="006A79B5" w:rsidRDefault="006A79B5" w:rsidP="006A79B5">
            <w:pPr>
              <w:rPr>
                <w:lang w:eastAsia="en-US"/>
              </w:rPr>
            </w:pPr>
            <w:r w:rsidRPr="006A79B5">
              <w:rPr>
                <w:lang w:eastAsia="en-US"/>
              </w:rPr>
              <w:t xml:space="preserve">Assessment of skills must take place under the following conditions: </w:t>
            </w:r>
          </w:p>
          <w:p w14:paraId="05227097" w14:textId="77777777" w:rsidR="006A79B5" w:rsidRPr="006A79B5" w:rsidRDefault="006A79B5" w:rsidP="006A79B5">
            <w:pPr>
              <w:pStyle w:val="SIBulletList1"/>
            </w:pPr>
            <w:r w:rsidRPr="006A79B5" w:rsidDel="00171E64">
              <w:t xml:space="preserve"> </w:t>
            </w:r>
            <w:r w:rsidRPr="006A79B5">
              <w:t>physical conditions:</w:t>
            </w:r>
          </w:p>
          <w:p w14:paraId="3F0D7731" w14:textId="461AE84A" w:rsidR="00A51D9B" w:rsidRDefault="00A51D9B" w:rsidP="00A51D9B">
            <w:pPr>
              <w:pStyle w:val="SIBulletList2"/>
            </w:pPr>
            <w:r>
              <w:t xml:space="preserve">access to a </w:t>
            </w:r>
            <w:r w:rsidRPr="00A51D9B">
              <w:t xml:space="preserve">sports turf facility or an environment that accurately represents workplace conditions </w:t>
            </w:r>
          </w:p>
          <w:p w14:paraId="39074F3A" w14:textId="77777777" w:rsidR="006A79B5" w:rsidRPr="006A79B5" w:rsidRDefault="006A79B5" w:rsidP="006A79B5">
            <w:pPr>
              <w:pStyle w:val="SIBulletList1"/>
            </w:pPr>
            <w:r w:rsidRPr="006A79B5">
              <w:t>resources, equipment and materials:</w:t>
            </w:r>
          </w:p>
          <w:p w14:paraId="1C9DF473" w14:textId="5C7DEA7F" w:rsidR="008578AB" w:rsidRPr="00A37057" w:rsidRDefault="008578AB" w:rsidP="008578AB">
            <w:pPr>
              <w:pStyle w:val="SIBulletList2"/>
            </w:pPr>
            <w:r w:rsidRPr="00A37057">
              <w:t>turf ren</w:t>
            </w:r>
            <w:r w:rsidR="006F7F68" w:rsidRPr="00AC498A">
              <w:t>ovation machinery and equipment</w:t>
            </w:r>
          </w:p>
          <w:p w14:paraId="72B7A143" w14:textId="56D12EBD" w:rsidR="008578AB" w:rsidRPr="00A37057" w:rsidRDefault="008578AB">
            <w:pPr>
              <w:pStyle w:val="SIBulletList2"/>
            </w:pPr>
            <w:r w:rsidRPr="00A37057">
              <w:t>turf renovation hand tools including</w:t>
            </w:r>
          </w:p>
          <w:p w14:paraId="09B27E1B" w14:textId="77777777" w:rsidR="008578AB" w:rsidRPr="00A37057" w:rsidRDefault="008578AB">
            <w:pPr>
              <w:pStyle w:val="SIBulletList2"/>
            </w:pPr>
            <w:r w:rsidRPr="00A37057">
              <w:t>fertiliser, ameliorants, top dressing sand/materials</w:t>
            </w:r>
          </w:p>
          <w:p w14:paraId="1F9C818A" w14:textId="77777777" w:rsidR="008578AB" w:rsidRPr="00A37057" w:rsidRDefault="008578AB">
            <w:pPr>
              <w:pStyle w:val="SIBulletList2"/>
            </w:pPr>
            <w:r w:rsidRPr="00A37057">
              <w:t>turf propagation materials (seed, sprigs and/or rolled turf)</w:t>
            </w:r>
          </w:p>
          <w:p w14:paraId="4DC998EE" w14:textId="77777777" w:rsidR="006A79B5" w:rsidRPr="006A79B5" w:rsidRDefault="006A79B5" w:rsidP="006A79B5">
            <w:pPr>
              <w:pStyle w:val="SIBulletList1"/>
              <w:rPr>
                <w:rFonts w:eastAsia="Calibri"/>
              </w:rPr>
            </w:pPr>
            <w:r w:rsidRPr="006A79B5">
              <w:rPr>
                <w:rFonts w:eastAsia="Calibri"/>
              </w:rPr>
              <w:t>specifications:</w:t>
            </w:r>
          </w:p>
          <w:p w14:paraId="5C10AC9F" w14:textId="606EC6B9" w:rsidR="007D77A7" w:rsidRDefault="007D77A7" w:rsidP="008578AB">
            <w:pPr>
              <w:pStyle w:val="SIBulletList2"/>
              <w:rPr>
                <w:rFonts w:eastAsia="Calibri"/>
              </w:rPr>
            </w:pPr>
            <w:r>
              <w:rPr>
                <w:rFonts w:eastAsia="Calibri"/>
              </w:rPr>
              <w:t>turf</w:t>
            </w:r>
            <w:r w:rsidRPr="007D77A7">
              <w:rPr>
                <w:rFonts w:eastAsia="Calibri"/>
              </w:rPr>
              <w:t xml:space="preserve"> renovation </w:t>
            </w:r>
            <w:r>
              <w:rPr>
                <w:rFonts w:eastAsia="Calibri"/>
              </w:rPr>
              <w:t>program</w:t>
            </w:r>
          </w:p>
          <w:p w14:paraId="49FCC6DD" w14:textId="2FD05993" w:rsidR="006A79B5" w:rsidRPr="00A37057" w:rsidRDefault="006A79B5" w:rsidP="008578AB">
            <w:pPr>
              <w:pStyle w:val="SIBulletList2"/>
              <w:rPr>
                <w:rFonts w:eastAsia="Calibri"/>
              </w:rPr>
            </w:pPr>
            <w:r w:rsidRPr="00A37057">
              <w:rPr>
                <w:rFonts w:eastAsia="Calibri"/>
              </w:rPr>
              <w:t xml:space="preserve">workplace </w:t>
            </w:r>
            <w:r w:rsidR="007D77A7">
              <w:rPr>
                <w:rFonts w:eastAsia="Calibri"/>
              </w:rPr>
              <w:t xml:space="preserve">procedures and </w:t>
            </w:r>
            <w:r w:rsidRPr="00A37057">
              <w:rPr>
                <w:rFonts w:eastAsia="Calibri"/>
              </w:rPr>
              <w:t>instructions,</w:t>
            </w:r>
            <w:r w:rsidR="007D77A7">
              <w:rPr>
                <w:rFonts w:eastAsia="Calibri"/>
              </w:rPr>
              <w:t xml:space="preserve"> related to turf renovation</w:t>
            </w:r>
          </w:p>
          <w:p w14:paraId="47AF4423" w14:textId="77777777" w:rsidR="008578AB" w:rsidRDefault="008578AB" w:rsidP="006A79B5"/>
          <w:p w14:paraId="35858FE7" w14:textId="77777777" w:rsidR="006A79B5" w:rsidRPr="006A79B5" w:rsidRDefault="006A79B5" w:rsidP="006A79B5">
            <w:r w:rsidRPr="006A79B5">
              <w:t>Assessors of this unit must satisfy the requirements for assessors in applicable vocational education and training legislation, frameworks and/or standards.</w:t>
            </w:r>
          </w:p>
          <w:p w14:paraId="1E386097" w14:textId="6709205C" w:rsidR="00F1480E" w:rsidRPr="000754EC" w:rsidRDefault="00F1480E" w:rsidP="00B66E5C">
            <w:pPr>
              <w:pStyle w:val="SIText"/>
              <w:rPr>
                <w:rFonts w:eastAsia="Calibri"/>
              </w:rPr>
            </w:pPr>
          </w:p>
        </w:tc>
      </w:tr>
    </w:tbl>
    <w:p w14:paraId="3358BB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8DD0FCE" w14:textId="77777777" w:rsidTr="004679E3">
        <w:tc>
          <w:tcPr>
            <w:tcW w:w="990" w:type="pct"/>
            <w:shd w:val="clear" w:color="auto" w:fill="auto"/>
          </w:tcPr>
          <w:p w14:paraId="6E126DF7" w14:textId="77777777" w:rsidR="00F1480E" w:rsidRPr="000754EC" w:rsidRDefault="00D71E43" w:rsidP="000754EC">
            <w:pPr>
              <w:pStyle w:val="SIHeading2"/>
            </w:pPr>
            <w:r w:rsidRPr="002C55E9">
              <w:t>L</w:t>
            </w:r>
            <w:r w:rsidRPr="000754EC">
              <w:t>inks</w:t>
            </w:r>
          </w:p>
        </w:tc>
        <w:tc>
          <w:tcPr>
            <w:tcW w:w="4010" w:type="pct"/>
            <w:shd w:val="clear" w:color="auto" w:fill="auto"/>
          </w:tcPr>
          <w:p w14:paraId="54117FC9" w14:textId="77777777" w:rsidR="002970C3" w:rsidRPr="000754EC" w:rsidRDefault="002970C3" w:rsidP="000754EC">
            <w:pPr>
              <w:pStyle w:val="SIText"/>
            </w:pPr>
            <w:r>
              <w:t xml:space="preserve">Companion Volumes, including Implementation </w:t>
            </w:r>
            <w:r w:rsidR="00346FDC">
              <w:t>Guides, are available at VETNet:</w:t>
            </w:r>
          </w:p>
          <w:p w14:paraId="3E6020F4" w14:textId="77777777" w:rsidR="00F1480E" w:rsidRPr="000754EC" w:rsidRDefault="00B66E5C" w:rsidP="000754EC">
            <w:pPr>
              <w:pStyle w:val="SIText"/>
            </w:pPr>
            <w:r w:rsidRPr="000A1436">
              <w:t>https://vetnet.education.gov.au/Pages/TrainingDocs.aspx?q=c6399549-9c62-4a5e-bf1a-524b2322cf72</w:t>
            </w:r>
          </w:p>
        </w:tc>
      </w:tr>
    </w:tbl>
    <w:p w14:paraId="23B3F92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6CDF6D" w14:textId="77777777" w:rsidR="006B5B2C" w:rsidRDefault="006B5B2C" w:rsidP="00BF3F0A">
      <w:r>
        <w:separator/>
      </w:r>
    </w:p>
    <w:p w14:paraId="64C4307D" w14:textId="77777777" w:rsidR="006B5B2C" w:rsidRDefault="006B5B2C"/>
  </w:endnote>
  <w:endnote w:type="continuationSeparator" w:id="0">
    <w:p w14:paraId="6B8615A7" w14:textId="77777777" w:rsidR="006B5B2C" w:rsidRDefault="006B5B2C" w:rsidP="00BF3F0A">
      <w:r>
        <w:continuationSeparator/>
      </w:r>
    </w:p>
    <w:p w14:paraId="11F99285" w14:textId="77777777" w:rsidR="006B5B2C" w:rsidRDefault="006B5B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3899F100" w14:textId="6BF8B03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403EE">
          <w:rPr>
            <w:noProof/>
          </w:rPr>
          <w:t>4</w:t>
        </w:r>
        <w:r w:rsidRPr="000754EC">
          <w:fldChar w:fldCharType="end"/>
        </w:r>
      </w:p>
      <w:p w14:paraId="04BF54D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B2736D1"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6AF4AF" w14:textId="77777777" w:rsidR="006B5B2C" w:rsidRDefault="006B5B2C" w:rsidP="00BF3F0A">
      <w:r>
        <w:separator/>
      </w:r>
    </w:p>
    <w:p w14:paraId="0439C667" w14:textId="77777777" w:rsidR="006B5B2C" w:rsidRDefault="006B5B2C"/>
  </w:footnote>
  <w:footnote w:type="continuationSeparator" w:id="0">
    <w:p w14:paraId="54A78B3B" w14:textId="77777777" w:rsidR="006B5B2C" w:rsidRDefault="006B5B2C" w:rsidP="00BF3F0A">
      <w:r>
        <w:continuationSeparator/>
      </w:r>
    </w:p>
    <w:p w14:paraId="3A954939" w14:textId="77777777" w:rsidR="006B5B2C" w:rsidRDefault="006B5B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BDADE" w14:textId="77777777" w:rsidR="009C2650" w:rsidRPr="00035DD1" w:rsidRDefault="00CF795F" w:rsidP="00035DD1">
    <w:pPr>
      <w:pStyle w:val="SIText"/>
    </w:pPr>
    <w:r>
      <w:t>AHC</w:t>
    </w:r>
    <w:r w:rsidR="00C15F70">
      <w:t>TRF</w:t>
    </w:r>
    <w:r w:rsidR="00035DD1">
      <w:t xml:space="preserve">305 </w:t>
    </w:r>
    <w:r w:rsidR="00035DD1" w:rsidRPr="00035DD1">
      <w:t>Renovate sports turf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5750BF2"/>
    <w:multiLevelType w:val="hybridMultilevel"/>
    <w:tmpl w:val="C92AE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75F871E6"/>
    <w:multiLevelType w:val="hybridMultilevel"/>
    <w:tmpl w:val="A4F00A4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E4151AF"/>
    <w:multiLevelType w:val="hybridMultilevel"/>
    <w:tmpl w:val="F6860C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1"/>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2"/>
  </w:num>
  <w:num w:numId="18">
    <w:abstractNumId w:val="1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A6"/>
    <w:rsid w:val="000014B9"/>
    <w:rsid w:val="00005A15"/>
    <w:rsid w:val="0001108F"/>
    <w:rsid w:val="000115E2"/>
    <w:rsid w:val="000126D0"/>
    <w:rsid w:val="0001296A"/>
    <w:rsid w:val="00016803"/>
    <w:rsid w:val="00023992"/>
    <w:rsid w:val="000275AE"/>
    <w:rsid w:val="00035DD1"/>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4072"/>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7E82"/>
    <w:rsid w:val="003455B9"/>
    <w:rsid w:val="00346FDC"/>
    <w:rsid w:val="00350BB1"/>
    <w:rsid w:val="00352C83"/>
    <w:rsid w:val="00362D91"/>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174BF"/>
    <w:rsid w:val="0043212E"/>
    <w:rsid w:val="00434366"/>
    <w:rsid w:val="00434ECE"/>
    <w:rsid w:val="004439D6"/>
    <w:rsid w:val="00444423"/>
    <w:rsid w:val="00452F3E"/>
    <w:rsid w:val="004640AE"/>
    <w:rsid w:val="004669BD"/>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4B2F"/>
    <w:rsid w:val="004E0460"/>
    <w:rsid w:val="004E1579"/>
    <w:rsid w:val="004E5FAE"/>
    <w:rsid w:val="004E6245"/>
    <w:rsid w:val="004E6741"/>
    <w:rsid w:val="004E7094"/>
    <w:rsid w:val="004F5DC7"/>
    <w:rsid w:val="004F73B6"/>
    <w:rsid w:val="004F78DA"/>
    <w:rsid w:val="00516E7C"/>
    <w:rsid w:val="00520E9A"/>
    <w:rsid w:val="005248C1"/>
    <w:rsid w:val="00526134"/>
    <w:rsid w:val="005405B2"/>
    <w:rsid w:val="005427C8"/>
    <w:rsid w:val="005446D1"/>
    <w:rsid w:val="00556C4C"/>
    <w:rsid w:val="00557369"/>
    <w:rsid w:val="00564ADD"/>
    <w:rsid w:val="005708EB"/>
    <w:rsid w:val="00575BC6"/>
    <w:rsid w:val="00583902"/>
    <w:rsid w:val="00584D7B"/>
    <w:rsid w:val="005A1D70"/>
    <w:rsid w:val="005A3AA5"/>
    <w:rsid w:val="005A6C9C"/>
    <w:rsid w:val="005A74DC"/>
    <w:rsid w:val="005B2096"/>
    <w:rsid w:val="005B5146"/>
    <w:rsid w:val="005C62C0"/>
    <w:rsid w:val="005D1AFD"/>
    <w:rsid w:val="005E51E6"/>
    <w:rsid w:val="005F027A"/>
    <w:rsid w:val="005F33CC"/>
    <w:rsid w:val="005F771F"/>
    <w:rsid w:val="006121D4"/>
    <w:rsid w:val="00613B49"/>
    <w:rsid w:val="00616845"/>
    <w:rsid w:val="00620E8E"/>
    <w:rsid w:val="00633CFE"/>
    <w:rsid w:val="00634FCA"/>
    <w:rsid w:val="006403EE"/>
    <w:rsid w:val="00643D1B"/>
    <w:rsid w:val="006452B8"/>
    <w:rsid w:val="00652E62"/>
    <w:rsid w:val="00686A49"/>
    <w:rsid w:val="00687B62"/>
    <w:rsid w:val="00690C44"/>
    <w:rsid w:val="006969D9"/>
    <w:rsid w:val="006A2B68"/>
    <w:rsid w:val="006A79B5"/>
    <w:rsid w:val="006B5B2C"/>
    <w:rsid w:val="006C2F32"/>
    <w:rsid w:val="006D38C3"/>
    <w:rsid w:val="006D4448"/>
    <w:rsid w:val="006D6DFD"/>
    <w:rsid w:val="006E2C4D"/>
    <w:rsid w:val="006E42FE"/>
    <w:rsid w:val="006F0D02"/>
    <w:rsid w:val="006F10FE"/>
    <w:rsid w:val="006F3622"/>
    <w:rsid w:val="006F7F68"/>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0A2A"/>
    <w:rsid w:val="007D5A78"/>
    <w:rsid w:val="007D77A7"/>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578A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37057"/>
    <w:rsid w:val="00A43A34"/>
    <w:rsid w:val="00A5092E"/>
    <w:rsid w:val="00A51D9B"/>
    <w:rsid w:val="00A554D6"/>
    <w:rsid w:val="00A56E14"/>
    <w:rsid w:val="00A6476B"/>
    <w:rsid w:val="00A76C6C"/>
    <w:rsid w:val="00A87356"/>
    <w:rsid w:val="00A92DD1"/>
    <w:rsid w:val="00AA5338"/>
    <w:rsid w:val="00AB1B8E"/>
    <w:rsid w:val="00AC0696"/>
    <w:rsid w:val="00AC498A"/>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31851"/>
    <w:rsid w:val="00C578E9"/>
    <w:rsid w:val="00C70626"/>
    <w:rsid w:val="00C72860"/>
    <w:rsid w:val="00C73582"/>
    <w:rsid w:val="00C73B90"/>
    <w:rsid w:val="00C742EC"/>
    <w:rsid w:val="00C8169E"/>
    <w:rsid w:val="00C96AF3"/>
    <w:rsid w:val="00C97CCC"/>
    <w:rsid w:val="00CA0274"/>
    <w:rsid w:val="00CB746F"/>
    <w:rsid w:val="00CC451E"/>
    <w:rsid w:val="00CC611F"/>
    <w:rsid w:val="00CD4E9D"/>
    <w:rsid w:val="00CD4F4D"/>
    <w:rsid w:val="00CE6505"/>
    <w:rsid w:val="00CE7D19"/>
    <w:rsid w:val="00CF0CF5"/>
    <w:rsid w:val="00CF2B3E"/>
    <w:rsid w:val="00CF59AB"/>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4A3"/>
    <w:rsid w:val="00D92C83"/>
    <w:rsid w:val="00D9324B"/>
    <w:rsid w:val="00DA0A81"/>
    <w:rsid w:val="00DA3C10"/>
    <w:rsid w:val="00DA53B5"/>
    <w:rsid w:val="00DC1D69"/>
    <w:rsid w:val="00DC5A3A"/>
    <w:rsid w:val="00DD0726"/>
    <w:rsid w:val="00E054D4"/>
    <w:rsid w:val="00E21AB5"/>
    <w:rsid w:val="00E238E6"/>
    <w:rsid w:val="00E35064"/>
    <w:rsid w:val="00E3681D"/>
    <w:rsid w:val="00E40225"/>
    <w:rsid w:val="00E501F0"/>
    <w:rsid w:val="00E50C50"/>
    <w:rsid w:val="00E6166D"/>
    <w:rsid w:val="00E918B8"/>
    <w:rsid w:val="00E91BFF"/>
    <w:rsid w:val="00E92933"/>
    <w:rsid w:val="00E94FAD"/>
    <w:rsid w:val="00E97725"/>
    <w:rsid w:val="00EB0AA4"/>
    <w:rsid w:val="00EB27E5"/>
    <w:rsid w:val="00EB5C88"/>
    <w:rsid w:val="00EB752D"/>
    <w:rsid w:val="00EC0469"/>
    <w:rsid w:val="00EF01F8"/>
    <w:rsid w:val="00EF40EF"/>
    <w:rsid w:val="00EF47FE"/>
    <w:rsid w:val="00F05099"/>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F575480"/>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CF59A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6322103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7D91167CCDBF4CB9CB0E8530703A74" ma:contentTypeVersion="" ma:contentTypeDescription="Create a new document." ma:contentTypeScope="" ma:versionID="b31b3c59f3803b64126f58e4f4ab7160">
  <xsd:schema xmlns:xsd="http://www.w3.org/2001/XMLSchema" xmlns:xs="http://www.w3.org/2001/XMLSchema" xmlns:p="http://schemas.microsoft.com/office/2006/metadata/properties" xmlns:ns1="http://schemas.microsoft.com/sharepoint/v3" xmlns:ns2="d50bbff7-d6dd-47d2-864a-cfdc2c3db0f4" xmlns:ns3="00f4348b-cbae-40f0-a2b1-60662f4f7982" targetNamespace="http://schemas.microsoft.com/office/2006/metadata/properties" ma:root="true" ma:fieldsID="e215c8db07e4317d3f9797963da472af" ns1:_="" ns2:_="" ns3:_="">
    <xsd:import namespace="http://schemas.microsoft.com/sharepoint/v3"/>
    <xsd:import namespace="d50bbff7-d6dd-47d2-864a-cfdc2c3db0f4"/>
    <xsd:import namespace="00f4348b-cbae-40f0-a2b1-60662f4f798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00f4348b-cbae-40f0-a2b1-60662f4f798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C4817111-B54D-46DA-AB3B-D90B10C9A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00f4348b-cbae-40f0-a2b1-60662f4f7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purl.org/dc/terms/"/>
    <ds:schemaRef ds:uri="00f4348b-cbae-40f0-a2b1-60662f4f7982"/>
    <ds:schemaRef ds:uri="http://schemas.microsoft.com/office/2006/documentManagement/types"/>
    <ds:schemaRef ds:uri="http://schemas.microsoft.com/office/2006/metadata/properties"/>
    <ds:schemaRef ds:uri="http://purl.org/dc/elements/1.1/"/>
    <ds:schemaRef ds:uri="http://schemas.microsoft.com/sharepoint/v3"/>
    <ds:schemaRef ds:uri="http://schemas.microsoft.com/office/infopath/2007/PartnerControls"/>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8A03F84C-7F5A-4ED0-91BC-B1D661F53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255</TotalTime>
  <Pages>4</Pages>
  <Words>1337</Words>
  <Characters>7627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Ron Barrow</cp:lastModifiedBy>
  <cp:revision>25</cp:revision>
  <cp:lastPrinted>2016-05-27T05:21:00Z</cp:lastPrinted>
  <dcterms:created xsi:type="dcterms:W3CDTF">2018-08-07T00:26:00Z</dcterms:created>
  <dcterms:modified xsi:type="dcterms:W3CDTF">2018-10-23T20:04:00Z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0x0101001A7D91167CCDBF4CB9CB0E8530703A74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